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0118E2" w14:textId="77777777" w:rsidR="00683741" w:rsidRPr="006E00C9" w:rsidRDefault="00683741" w:rsidP="00683741">
      <w:pPr>
        <w:spacing w:after="0" w:line="240" w:lineRule="auto"/>
        <w:ind w:left="5670"/>
        <w:rPr>
          <w:color w:val="000000"/>
        </w:rPr>
      </w:pPr>
      <w:r w:rsidRPr="006E00C9">
        <w:rPr>
          <w:color w:val="000000"/>
        </w:rPr>
        <w:t>PATVIRTINTA</w:t>
      </w:r>
    </w:p>
    <w:p w14:paraId="772483F2" w14:textId="77777777" w:rsidR="00683741" w:rsidRPr="006E00C9" w:rsidRDefault="00683741" w:rsidP="00683741">
      <w:pPr>
        <w:spacing w:after="0" w:line="240" w:lineRule="auto"/>
        <w:ind w:left="5670"/>
        <w:rPr>
          <w:color w:val="000000"/>
        </w:rPr>
      </w:pPr>
      <w:r w:rsidRPr="006E00C9">
        <w:rPr>
          <w:color w:val="000000"/>
        </w:rPr>
        <w:t xml:space="preserve">Skuodo rajono savivaldybės tarybos </w:t>
      </w:r>
    </w:p>
    <w:p w14:paraId="4EE6BFB1" w14:textId="77777777" w:rsidR="00683741" w:rsidRDefault="00683741" w:rsidP="00683741">
      <w:pPr>
        <w:spacing w:after="0" w:line="240" w:lineRule="auto"/>
        <w:ind w:left="5670"/>
        <w:rPr>
          <w:color w:val="000000"/>
        </w:rPr>
      </w:pPr>
      <w:r w:rsidRPr="006E00C9">
        <w:rPr>
          <w:color w:val="000000"/>
        </w:rPr>
        <w:t xml:space="preserve">2021 m. sausio 28 d. sprendimu </w:t>
      </w:r>
      <w:bookmarkStart w:id="0" w:name="SHOWS"/>
      <w:r w:rsidRPr="006E00C9">
        <w:rPr>
          <w:color w:val="000000"/>
        </w:rPr>
        <w:t>Nr. T9-</w:t>
      </w:r>
      <w:bookmarkEnd w:id="0"/>
      <w:r w:rsidRPr="006E00C9">
        <w:rPr>
          <w:color w:val="000000"/>
        </w:rPr>
        <w:t>6</w:t>
      </w:r>
    </w:p>
    <w:p w14:paraId="0554CEFB" w14:textId="77777777" w:rsidR="00683741" w:rsidRPr="006E00C9" w:rsidRDefault="00683741" w:rsidP="00683741">
      <w:pPr>
        <w:spacing w:line="240" w:lineRule="auto"/>
        <w:ind w:left="5670"/>
        <w:rPr>
          <w:color w:val="000000"/>
        </w:rPr>
      </w:pPr>
      <w:r>
        <w:rPr>
          <w:color w:val="000000"/>
        </w:rPr>
        <w:t>(</w:t>
      </w:r>
      <w:r w:rsidR="00810B61" w:rsidRPr="005625F4">
        <w:rPr>
          <w:color w:val="000000"/>
        </w:rPr>
        <w:t xml:space="preserve">Skuodo rajono savivaldybės tarybos </w:t>
      </w:r>
      <w:r>
        <w:rPr>
          <w:color w:val="000000"/>
        </w:rPr>
        <w:t>2025 m. kovo    d. sprendimo Nr. T9- redakcija)</w:t>
      </w:r>
    </w:p>
    <w:p w14:paraId="21953952" w14:textId="77777777" w:rsidR="00683741" w:rsidRPr="006E00C9" w:rsidRDefault="00683741" w:rsidP="00683741">
      <w:pPr>
        <w:tabs>
          <w:tab w:val="left" w:pos="4962"/>
        </w:tabs>
        <w:spacing w:after="0" w:line="240" w:lineRule="auto"/>
        <w:rPr>
          <w:color w:val="000000"/>
        </w:rPr>
      </w:pPr>
    </w:p>
    <w:p w14:paraId="74C4B2DD" w14:textId="77777777" w:rsidR="00683741" w:rsidRPr="006E00C9" w:rsidRDefault="00683741" w:rsidP="00683741">
      <w:pPr>
        <w:tabs>
          <w:tab w:val="left" w:pos="4962"/>
        </w:tabs>
        <w:spacing w:after="0" w:line="240" w:lineRule="auto"/>
        <w:jc w:val="center"/>
        <w:rPr>
          <w:b/>
          <w:bCs/>
          <w:color w:val="000000"/>
        </w:rPr>
      </w:pPr>
      <w:r w:rsidRPr="006E00C9">
        <w:rPr>
          <w:b/>
          <w:color w:val="000000"/>
        </w:rPr>
        <w:t xml:space="preserve">SKUODO RAJONO SAVIVALDYBĖS </w:t>
      </w:r>
      <w:r w:rsidRPr="006E00C9">
        <w:rPr>
          <w:b/>
          <w:bCs/>
          <w:caps/>
          <w:color w:val="000000"/>
        </w:rPr>
        <w:t>VIETOS GYVENTOJŲ APKLAUSOS ORGANIZAVIMO TVARKOS APRAŠAS</w:t>
      </w:r>
    </w:p>
    <w:p w14:paraId="390EAB57" w14:textId="77777777" w:rsidR="00683741" w:rsidRPr="006E00C9" w:rsidRDefault="00683741" w:rsidP="00683741">
      <w:pPr>
        <w:tabs>
          <w:tab w:val="left" w:pos="4962"/>
        </w:tabs>
        <w:spacing w:after="0" w:line="240" w:lineRule="auto"/>
        <w:jc w:val="both"/>
        <w:rPr>
          <w:color w:val="000000"/>
        </w:rPr>
      </w:pPr>
    </w:p>
    <w:p w14:paraId="02D0078B" w14:textId="77777777" w:rsidR="00683741" w:rsidRPr="006E00C9" w:rsidRDefault="00683741" w:rsidP="00683741">
      <w:pPr>
        <w:spacing w:after="0" w:line="240" w:lineRule="auto"/>
        <w:jc w:val="center"/>
        <w:rPr>
          <w:b/>
          <w:color w:val="000000"/>
          <w:lang w:eastAsia="lt-LT"/>
        </w:rPr>
      </w:pPr>
      <w:r w:rsidRPr="006E00C9">
        <w:rPr>
          <w:b/>
          <w:color w:val="000000"/>
          <w:lang w:eastAsia="lt-LT"/>
        </w:rPr>
        <w:t>I SKYRIUS</w:t>
      </w:r>
    </w:p>
    <w:p w14:paraId="01BE184C" w14:textId="77777777" w:rsidR="00683741" w:rsidRPr="006E00C9" w:rsidRDefault="00683741" w:rsidP="00683741">
      <w:pPr>
        <w:spacing w:after="0" w:line="240" w:lineRule="auto"/>
        <w:jc w:val="center"/>
        <w:rPr>
          <w:b/>
          <w:color w:val="000000"/>
          <w:lang w:eastAsia="lt-LT"/>
        </w:rPr>
      </w:pPr>
      <w:r w:rsidRPr="006E00C9">
        <w:rPr>
          <w:b/>
          <w:color w:val="000000"/>
          <w:lang w:eastAsia="lt-LT"/>
        </w:rPr>
        <w:t>BENDROSIOS NUOSTATOS</w:t>
      </w:r>
    </w:p>
    <w:p w14:paraId="74B6C2F2" w14:textId="77777777" w:rsidR="00683741" w:rsidRPr="006E00C9" w:rsidRDefault="00683741" w:rsidP="00683741">
      <w:pPr>
        <w:spacing w:line="240" w:lineRule="auto"/>
        <w:jc w:val="center"/>
        <w:rPr>
          <w:color w:val="000000"/>
          <w:lang w:eastAsia="lt-LT"/>
        </w:rPr>
      </w:pPr>
    </w:p>
    <w:p w14:paraId="2261BC9E" w14:textId="77777777" w:rsidR="00473912" w:rsidRPr="00473912" w:rsidRDefault="00473912" w:rsidP="00473912">
      <w:pPr>
        <w:tabs>
          <w:tab w:val="left" w:pos="0"/>
          <w:tab w:val="left" w:pos="1440"/>
        </w:tabs>
        <w:spacing w:after="0" w:line="240" w:lineRule="auto"/>
        <w:ind w:firstLine="1134"/>
        <w:jc w:val="both"/>
        <w:rPr>
          <w:color w:val="000000"/>
          <w:lang w:eastAsia="lt-LT"/>
        </w:rPr>
      </w:pPr>
      <w:r w:rsidRPr="00473912">
        <w:rPr>
          <w:color w:val="000000"/>
          <w:lang w:eastAsia="lt-LT"/>
        </w:rPr>
        <w:t>1.</w:t>
      </w:r>
      <w:r w:rsidRPr="00473912">
        <w:rPr>
          <w:color w:val="000000"/>
          <w:lang w:eastAsia="lt-LT"/>
        </w:rPr>
        <w:tab/>
        <w:t xml:space="preserve"> Skuodo rajono savivaldybės (toliau – Savivaldybės) vietos gyventojų apklausos organizavimo tvarkos aprašas (toliau – Aprašas) reglamentuoja vietos gyventojų apklausos (toliau – Apklausos) subjektus, dalyvius, būdus, organizavimą, rezultatų nustatymą ir naudojimą, Apklausą inicijuojančius, organizuojančius ir vykdančius subjektus, jų teises ir pareigas.</w:t>
      </w:r>
    </w:p>
    <w:p w14:paraId="1A8DAB3A" w14:textId="77777777" w:rsidR="00473912" w:rsidRPr="00473912" w:rsidRDefault="00473912" w:rsidP="00473912">
      <w:pPr>
        <w:tabs>
          <w:tab w:val="left" w:pos="0"/>
          <w:tab w:val="left" w:pos="1440"/>
        </w:tabs>
        <w:spacing w:after="0" w:line="240" w:lineRule="auto"/>
        <w:ind w:firstLine="1134"/>
        <w:jc w:val="both"/>
        <w:rPr>
          <w:color w:val="000000"/>
          <w:lang w:eastAsia="lt-LT"/>
        </w:rPr>
      </w:pPr>
      <w:r w:rsidRPr="00473912">
        <w:rPr>
          <w:color w:val="000000"/>
          <w:lang w:eastAsia="lt-LT"/>
        </w:rPr>
        <w:t>2.</w:t>
      </w:r>
      <w:r w:rsidRPr="00473912">
        <w:rPr>
          <w:color w:val="000000"/>
          <w:lang w:eastAsia="lt-LT"/>
        </w:rPr>
        <w:tab/>
        <w:t xml:space="preserve"> Apklausos tikslas – sužinoti vietos gyventojų nuomonę klausimais, kuriuos Savivaldybė sprendžia atlikdama savarankiškąsias funkcijas, gerinti ryšius su visuomene, skatinti visuomenę dalyvauti tvarkant Savivaldybės viešuosius reikalus, stiprinti Savivaldybės gyventojų pasitikėjimą Savivaldybe. </w:t>
      </w:r>
    </w:p>
    <w:p w14:paraId="47EEA1E4" w14:textId="77777777" w:rsidR="00473912" w:rsidRPr="00473912" w:rsidRDefault="00473912" w:rsidP="00473912">
      <w:pPr>
        <w:tabs>
          <w:tab w:val="left" w:pos="0"/>
          <w:tab w:val="left" w:pos="1440"/>
        </w:tabs>
        <w:spacing w:after="0" w:line="240" w:lineRule="auto"/>
        <w:ind w:firstLine="1134"/>
        <w:jc w:val="both"/>
        <w:rPr>
          <w:color w:val="000000"/>
          <w:lang w:eastAsia="lt-LT"/>
        </w:rPr>
      </w:pPr>
      <w:r w:rsidRPr="00473912">
        <w:rPr>
          <w:color w:val="000000"/>
          <w:lang w:eastAsia="lt-LT"/>
        </w:rPr>
        <w:t>3.</w:t>
      </w:r>
      <w:r w:rsidRPr="00473912">
        <w:rPr>
          <w:color w:val="000000"/>
          <w:lang w:eastAsia="lt-LT"/>
        </w:rPr>
        <w:tab/>
        <w:t xml:space="preserve"> Apklausa organizuojama vadovaujantis Lietuvos Respublikos vietos savivaldos įstatymo, Savivaldybės tarybos veiklos reglamento (toliau – Reglamento)  ir šio Aprašo nustatyta tvarka.</w:t>
      </w:r>
    </w:p>
    <w:p w14:paraId="28C58F28" w14:textId="77777777" w:rsidR="00473912" w:rsidRPr="00473912" w:rsidRDefault="00473912" w:rsidP="00473912">
      <w:pPr>
        <w:tabs>
          <w:tab w:val="left" w:pos="0"/>
          <w:tab w:val="left" w:pos="1440"/>
        </w:tabs>
        <w:spacing w:after="0" w:line="240" w:lineRule="auto"/>
        <w:ind w:firstLine="1134"/>
        <w:jc w:val="both"/>
        <w:rPr>
          <w:color w:val="000000"/>
          <w:lang w:eastAsia="lt-LT"/>
        </w:rPr>
      </w:pPr>
      <w:r w:rsidRPr="00473912">
        <w:rPr>
          <w:color w:val="000000"/>
          <w:lang w:eastAsia="lt-LT"/>
        </w:rPr>
        <w:t>4. Apklausoje gali dalyvauti asmenys</w:t>
      </w:r>
      <w:r w:rsidRPr="00473912">
        <w:rPr>
          <w:color w:val="000000"/>
        </w:rPr>
        <w:t xml:space="preserve">, kuriems apklausos dieną yra suėję 18 metų ir kurie savo gyvenamąją vietą yra deklaravę Savivaldybės teritorijoje arba kurie yra įtraukti į gyvenamosios vietos nedeklaravusių asmenų apskaitą toje savivaldybėje. </w:t>
      </w:r>
    </w:p>
    <w:p w14:paraId="3E11B784" w14:textId="77777777" w:rsidR="00473912" w:rsidRPr="00473912" w:rsidRDefault="00473912" w:rsidP="00473912">
      <w:pPr>
        <w:tabs>
          <w:tab w:val="left" w:pos="0"/>
          <w:tab w:val="left" w:pos="1440"/>
        </w:tabs>
        <w:spacing w:after="0" w:line="240" w:lineRule="auto"/>
        <w:ind w:firstLine="1134"/>
        <w:jc w:val="both"/>
        <w:rPr>
          <w:color w:val="000000"/>
          <w:lang w:eastAsia="lt-LT"/>
        </w:rPr>
      </w:pPr>
      <w:r w:rsidRPr="00473912">
        <w:rPr>
          <w:color w:val="000000"/>
          <w:lang w:eastAsia="lt-LT"/>
        </w:rPr>
        <w:t>5.</w:t>
      </w:r>
      <w:r w:rsidRPr="00473912">
        <w:rPr>
          <w:color w:val="000000"/>
          <w:lang w:eastAsia="lt-LT"/>
        </w:rPr>
        <w:tab/>
        <w:t xml:space="preserve"> Dalyvavimas Apklausoje yra laisvas  ir grindžiamas visuotine, lygia teise tiesiogiai pareikšti nuomonę. Gyventojai Apklausoje dalyvauja asmeniškai, jų reiškiamos valios kontroliuoti neleidžiama.</w:t>
      </w:r>
    </w:p>
    <w:p w14:paraId="48BA0F74" w14:textId="77777777" w:rsidR="00473912" w:rsidRPr="00473912" w:rsidRDefault="00473912" w:rsidP="00473912">
      <w:pPr>
        <w:tabs>
          <w:tab w:val="left" w:pos="0"/>
          <w:tab w:val="left" w:pos="1440"/>
        </w:tabs>
        <w:spacing w:after="0" w:line="240" w:lineRule="auto"/>
        <w:ind w:firstLine="1134"/>
        <w:jc w:val="both"/>
        <w:rPr>
          <w:b/>
          <w:bCs/>
          <w:color w:val="000000"/>
          <w:lang w:eastAsia="lt-LT"/>
        </w:rPr>
      </w:pPr>
      <w:r w:rsidRPr="00473912">
        <w:rPr>
          <w:color w:val="000000"/>
          <w:lang w:eastAsia="lt-LT"/>
        </w:rPr>
        <w:t>6.</w:t>
      </w:r>
      <w:r w:rsidRPr="00473912">
        <w:rPr>
          <w:color w:val="000000"/>
          <w:lang w:eastAsia="lt-LT"/>
        </w:rPr>
        <w:tab/>
        <w:t>Apklausos rezultatai yra patariamojo pobūdžio.</w:t>
      </w:r>
    </w:p>
    <w:p w14:paraId="24EFC071" w14:textId="77777777" w:rsidR="00473912" w:rsidRPr="00473912" w:rsidRDefault="00473912" w:rsidP="00473912">
      <w:pPr>
        <w:tabs>
          <w:tab w:val="left" w:pos="1440"/>
        </w:tabs>
        <w:spacing w:line="240" w:lineRule="auto"/>
        <w:ind w:firstLine="1134"/>
        <w:jc w:val="both"/>
        <w:rPr>
          <w:color w:val="000000"/>
          <w:lang w:eastAsia="lt-LT"/>
        </w:rPr>
      </w:pPr>
    </w:p>
    <w:p w14:paraId="1CB666BA" w14:textId="77777777" w:rsidR="00473912" w:rsidRPr="00473912" w:rsidRDefault="00473912" w:rsidP="00473912">
      <w:pPr>
        <w:spacing w:after="0" w:line="240" w:lineRule="auto"/>
        <w:jc w:val="center"/>
        <w:rPr>
          <w:b/>
          <w:color w:val="000000"/>
          <w:lang w:eastAsia="lt-LT"/>
        </w:rPr>
      </w:pPr>
      <w:r w:rsidRPr="00473912">
        <w:rPr>
          <w:b/>
          <w:color w:val="000000"/>
          <w:lang w:eastAsia="lt-LT"/>
        </w:rPr>
        <w:t>II SKYRIUS</w:t>
      </w:r>
    </w:p>
    <w:p w14:paraId="1C8F9F7A" w14:textId="77777777" w:rsidR="00473912" w:rsidRPr="00473912" w:rsidRDefault="00473912" w:rsidP="00473912">
      <w:pPr>
        <w:tabs>
          <w:tab w:val="left" w:pos="1440"/>
        </w:tabs>
        <w:spacing w:after="0" w:line="240" w:lineRule="auto"/>
        <w:jc w:val="center"/>
        <w:rPr>
          <w:b/>
          <w:color w:val="000000"/>
          <w:lang w:eastAsia="lt-LT"/>
        </w:rPr>
      </w:pPr>
      <w:r w:rsidRPr="00473912">
        <w:rPr>
          <w:b/>
          <w:color w:val="000000"/>
          <w:lang w:eastAsia="lt-LT"/>
        </w:rPr>
        <w:t>APKLAUSOS PASKELBIMO INICIATYVOS TEISĖ IR JOS ĮGYVENDINIMAS</w:t>
      </w:r>
    </w:p>
    <w:p w14:paraId="4CE5BDBF" w14:textId="77777777" w:rsidR="00473912" w:rsidRPr="00473912" w:rsidRDefault="00473912" w:rsidP="00473912">
      <w:pPr>
        <w:tabs>
          <w:tab w:val="left" w:pos="1440"/>
        </w:tabs>
        <w:spacing w:after="0" w:line="240" w:lineRule="auto"/>
        <w:ind w:firstLine="1134"/>
        <w:jc w:val="both"/>
        <w:rPr>
          <w:color w:val="000000"/>
          <w:lang w:eastAsia="lt-LT"/>
        </w:rPr>
      </w:pPr>
    </w:p>
    <w:p w14:paraId="24AD2B98" w14:textId="77777777" w:rsidR="00473912" w:rsidRPr="00473912" w:rsidRDefault="00473912" w:rsidP="00473912">
      <w:pPr>
        <w:tabs>
          <w:tab w:val="left" w:pos="1276"/>
        </w:tabs>
        <w:spacing w:after="0" w:line="240" w:lineRule="auto"/>
        <w:ind w:firstLine="1134"/>
        <w:jc w:val="both"/>
        <w:rPr>
          <w:color w:val="000000"/>
          <w:lang w:eastAsia="lt-LT"/>
        </w:rPr>
      </w:pPr>
      <w:r w:rsidRPr="00473912">
        <w:rPr>
          <w:color w:val="000000"/>
          <w:lang w:eastAsia="lt-LT"/>
        </w:rPr>
        <w:t>7. Apklausos paskelbimo iniciatyvos teisė priklauso Savivaldybės gyventojams, Savivaldybės tarybai, merui ir seniūnui:</w:t>
      </w:r>
    </w:p>
    <w:p w14:paraId="226E2C94" w14:textId="77777777" w:rsidR="00473912" w:rsidRPr="00473912" w:rsidRDefault="00473912" w:rsidP="00473912">
      <w:pPr>
        <w:tabs>
          <w:tab w:val="left" w:pos="1276"/>
        </w:tabs>
        <w:spacing w:after="0" w:line="240" w:lineRule="auto"/>
        <w:ind w:firstLine="1134"/>
        <w:jc w:val="both"/>
        <w:rPr>
          <w:color w:val="000000"/>
          <w:lang w:eastAsia="lt-LT"/>
        </w:rPr>
      </w:pPr>
      <w:r w:rsidRPr="00473912">
        <w:rPr>
          <w:color w:val="000000"/>
          <w:lang w:eastAsia="lt-LT"/>
        </w:rPr>
        <w:t>7.1. gyventojai Apklausos paskelbimo iniciatyvos teisę įgyvendina ne mažiau kaip 5 procentų iniciatyvinės grupės siūlomos Apklausos teritorijos vietos gyventojų reikalavimu;</w:t>
      </w:r>
    </w:p>
    <w:p w14:paraId="77B0F2BE" w14:textId="77777777" w:rsidR="00473912" w:rsidRPr="00473912" w:rsidRDefault="00473912" w:rsidP="00473912">
      <w:pPr>
        <w:tabs>
          <w:tab w:val="left" w:pos="1276"/>
          <w:tab w:val="left" w:pos="1800"/>
          <w:tab w:val="left" w:pos="2805"/>
        </w:tabs>
        <w:spacing w:after="0" w:line="240" w:lineRule="auto"/>
        <w:ind w:firstLine="1134"/>
        <w:jc w:val="both"/>
        <w:rPr>
          <w:color w:val="000000"/>
          <w:lang w:eastAsia="lt-LT"/>
        </w:rPr>
      </w:pPr>
      <w:r w:rsidRPr="00473912">
        <w:rPr>
          <w:color w:val="000000"/>
          <w:lang w:eastAsia="lt-LT"/>
        </w:rPr>
        <w:t>7.2. Taryba Apklausos paskelbimo iniciatyvos teisę įgyvendina ne mažiau kaip 1/4 Tarybos narių grupės reikalavimu Reglamento nustatyta tvarka;</w:t>
      </w:r>
    </w:p>
    <w:p w14:paraId="5A5D6014" w14:textId="77777777" w:rsidR="00473912" w:rsidRPr="00473912" w:rsidRDefault="00473912" w:rsidP="00473912">
      <w:pPr>
        <w:tabs>
          <w:tab w:val="left" w:pos="1276"/>
          <w:tab w:val="left" w:pos="1800"/>
          <w:tab w:val="left" w:pos="2805"/>
        </w:tabs>
        <w:spacing w:after="0" w:line="240" w:lineRule="auto"/>
        <w:ind w:firstLine="1134"/>
        <w:jc w:val="both"/>
        <w:rPr>
          <w:color w:val="000000"/>
          <w:lang w:eastAsia="lt-LT"/>
        </w:rPr>
      </w:pPr>
      <w:r w:rsidRPr="00473912">
        <w:rPr>
          <w:color w:val="000000"/>
          <w:lang w:eastAsia="lt-LT"/>
        </w:rPr>
        <w:t>7.3. meras Apklausos paskelbimo iniciatyvos teisę įgyvendina Reglamento nustatyta tvarka;</w:t>
      </w:r>
    </w:p>
    <w:p w14:paraId="4B3BBF40" w14:textId="77777777" w:rsidR="00473912" w:rsidRPr="00473912" w:rsidRDefault="00473912" w:rsidP="00473912">
      <w:pPr>
        <w:tabs>
          <w:tab w:val="left" w:pos="1276"/>
        </w:tabs>
        <w:spacing w:after="0" w:line="240" w:lineRule="auto"/>
        <w:ind w:firstLine="1134"/>
        <w:jc w:val="both"/>
        <w:rPr>
          <w:color w:val="000000"/>
          <w:lang w:eastAsia="lt-LT"/>
        </w:rPr>
      </w:pPr>
      <w:r w:rsidRPr="00473912">
        <w:rPr>
          <w:color w:val="000000"/>
          <w:lang w:eastAsia="lt-LT"/>
        </w:rPr>
        <w:t xml:space="preserve">7.4. </w:t>
      </w:r>
      <w:r w:rsidRPr="00473912">
        <w:rPr>
          <w:rFonts w:eastAsia="SimSun"/>
          <w:color w:val="000000"/>
        </w:rPr>
        <w:t>seniūnas seniūnijos aptarnaujamoje teritorijoje gali inicijuoti Apklausą dėl jo kompetencijai priskirtų klausimų. Seniūnas Apklausos iniciatyvos teisę įgyvendina Reglamento nustatyta tvarka.</w:t>
      </w:r>
    </w:p>
    <w:p w14:paraId="4E24C7E0" w14:textId="77777777" w:rsidR="00473912" w:rsidRPr="00473912" w:rsidRDefault="00473912" w:rsidP="00473912">
      <w:pPr>
        <w:tabs>
          <w:tab w:val="left" w:pos="1276"/>
          <w:tab w:val="left" w:pos="1800"/>
        </w:tabs>
        <w:spacing w:after="0" w:line="240" w:lineRule="auto"/>
        <w:ind w:firstLine="1134"/>
        <w:jc w:val="both"/>
        <w:rPr>
          <w:rFonts w:eastAsia="SimSun"/>
          <w:color w:val="000000"/>
        </w:rPr>
      </w:pPr>
      <w:r w:rsidRPr="00473912">
        <w:rPr>
          <w:color w:val="000000"/>
          <w:lang w:eastAsia="lt-LT"/>
        </w:rPr>
        <w:t xml:space="preserve">8. </w:t>
      </w:r>
      <w:r w:rsidRPr="00473912">
        <w:rPr>
          <w:rFonts w:eastAsia="SimSun"/>
          <w:color w:val="000000"/>
        </w:rPr>
        <w:t>Apklausa gali būti surengta:</w:t>
      </w:r>
    </w:p>
    <w:p w14:paraId="7414BD1B" w14:textId="77777777" w:rsidR="00473912" w:rsidRPr="00473912" w:rsidRDefault="00473912" w:rsidP="00473912">
      <w:pPr>
        <w:tabs>
          <w:tab w:val="left" w:pos="1276"/>
          <w:tab w:val="left" w:pos="1800"/>
        </w:tabs>
        <w:spacing w:after="0" w:line="240" w:lineRule="auto"/>
        <w:ind w:firstLine="1134"/>
        <w:jc w:val="both"/>
        <w:rPr>
          <w:rFonts w:eastAsia="SimSun"/>
          <w:color w:val="000000"/>
        </w:rPr>
      </w:pPr>
      <w:r w:rsidRPr="00473912">
        <w:rPr>
          <w:rFonts w:eastAsia="SimSun"/>
          <w:color w:val="000000"/>
        </w:rPr>
        <w:t>8.1. visoje Savivaldybės teritorijoje;</w:t>
      </w:r>
    </w:p>
    <w:p w14:paraId="5AA7A1C1" w14:textId="77777777" w:rsidR="00473912" w:rsidRPr="00473912" w:rsidRDefault="00473912" w:rsidP="00473912">
      <w:pPr>
        <w:tabs>
          <w:tab w:val="left" w:pos="1276"/>
          <w:tab w:val="left" w:pos="1800"/>
        </w:tabs>
        <w:spacing w:after="0" w:line="240" w:lineRule="auto"/>
        <w:ind w:firstLine="1134"/>
        <w:jc w:val="both"/>
        <w:rPr>
          <w:rFonts w:eastAsia="SimSun"/>
          <w:color w:val="000000"/>
        </w:rPr>
      </w:pPr>
      <w:r w:rsidRPr="00473912">
        <w:rPr>
          <w:rFonts w:eastAsia="SimSun"/>
          <w:color w:val="000000"/>
        </w:rPr>
        <w:t xml:space="preserve">8.2. seniūnijos (kelių seniūnijų) aptarnaujamoje teritorijoje (aptarnaujamose teritorijose) ar jos (jų) dalyse; </w:t>
      </w:r>
    </w:p>
    <w:p w14:paraId="6BF54725" w14:textId="77777777" w:rsidR="00473912" w:rsidRPr="00473912" w:rsidRDefault="00473912" w:rsidP="00473912">
      <w:pPr>
        <w:tabs>
          <w:tab w:val="left" w:pos="1276"/>
          <w:tab w:val="left" w:pos="1800"/>
        </w:tabs>
        <w:spacing w:after="0" w:line="240" w:lineRule="auto"/>
        <w:ind w:firstLine="1134"/>
        <w:jc w:val="both"/>
        <w:rPr>
          <w:rFonts w:eastAsia="SimSun"/>
          <w:color w:val="000000"/>
          <w:sz w:val="28"/>
          <w:szCs w:val="28"/>
        </w:rPr>
      </w:pPr>
      <w:r w:rsidRPr="00473912">
        <w:rPr>
          <w:rFonts w:eastAsia="SimSun"/>
          <w:color w:val="000000"/>
        </w:rPr>
        <w:lastRenderedPageBreak/>
        <w:t>8.3. gyvenamosios vietovės teritorijoje ar jos dalyje. </w:t>
      </w:r>
      <w:r w:rsidRPr="00473912">
        <w:rPr>
          <w:color w:val="000000"/>
          <w:lang w:eastAsia="lt-LT"/>
        </w:rPr>
        <w:t>Apklausos teritorija parenkama atsižvelgiant į tai, kurios teritorijos vietos gyventojams sprendimas, dėl kurio teikiamas klausimas apklausai, turės tiesioginį poveikį.</w:t>
      </w:r>
    </w:p>
    <w:p w14:paraId="3BB75512" w14:textId="77777777" w:rsidR="00473912" w:rsidRPr="00473912" w:rsidRDefault="00473912" w:rsidP="00473912">
      <w:pPr>
        <w:spacing w:after="0" w:line="240" w:lineRule="auto"/>
        <w:ind w:firstLine="1134"/>
        <w:jc w:val="both"/>
        <w:rPr>
          <w:color w:val="000000"/>
          <w:lang w:eastAsia="lt-LT"/>
        </w:rPr>
      </w:pPr>
      <w:r w:rsidRPr="00473912">
        <w:rPr>
          <w:color w:val="000000"/>
          <w:lang w:eastAsia="lt-LT"/>
        </w:rPr>
        <w:t>9. Apklausos paskelbimo iniciatyvos teisę gyventojai įgyvendina tiesiogiai. Šiam tikslui sudaroma iniciatyvinė grupė iš ne mažiau kaip 10 vietos gyventojų. Grupės atstovas (atstovai) pateikia Savivaldybės merui prašymą įregistruoti iniciatyvinę grupę.</w:t>
      </w:r>
    </w:p>
    <w:p w14:paraId="03476C7C" w14:textId="77777777" w:rsidR="00473912" w:rsidRPr="00473912" w:rsidRDefault="00473912" w:rsidP="00473912">
      <w:pPr>
        <w:spacing w:after="0" w:line="240" w:lineRule="auto"/>
        <w:ind w:firstLine="1134"/>
        <w:jc w:val="both"/>
        <w:rPr>
          <w:rFonts w:eastAsia="SimSun"/>
          <w:color w:val="000000"/>
        </w:rPr>
      </w:pPr>
      <w:r w:rsidRPr="00473912">
        <w:rPr>
          <w:color w:val="000000"/>
          <w:lang w:eastAsia="lt-LT"/>
        </w:rPr>
        <w:t xml:space="preserve">10. </w:t>
      </w:r>
      <w:r w:rsidRPr="00473912">
        <w:rPr>
          <w:rFonts w:eastAsia="SimSun"/>
          <w:color w:val="000000"/>
        </w:rPr>
        <w:t>Iniciatyvinės grupės prašyme turi būti nurodyta: Apklausai teikiamo klausimo tekstas, siūlomas Apklausos būdas, siūloma Apklausos teritorija ir iniciatyvinės grupės atstovas (atstovai). Iniciatyvinės grupės atstovas (atstovai) prašyme turi nurodyti duomenis apie tai, kad Apklausos dieną jiems yra suėję 18 metų ir savo gyvenamąją vietą yra deklaravę Savivaldybės teritorijoje arba jie yra įtraukti į gyvenamosios vietos nedeklaravusių asmenų apskaitą Savivaldybėje. Šiam reikalavimui užtikrinti tvarkomi asmens duomenys: asmens vardas, pavardė, gimimo data ir gyvenamosios vietos adresas.</w:t>
      </w:r>
    </w:p>
    <w:p w14:paraId="66197576" w14:textId="77777777" w:rsidR="00473912" w:rsidRPr="00473912" w:rsidRDefault="00473912" w:rsidP="00473912">
      <w:pPr>
        <w:spacing w:after="0" w:line="240" w:lineRule="auto"/>
        <w:ind w:firstLine="1134"/>
        <w:jc w:val="both"/>
        <w:rPr>
          <w:strike/>
          <w:color w:val="000000"/>
          <w:lang w:eastAsia="lt-LT"/>
        </w:rPr>
      </w:pPr>
      <w:r w:rsidRPr="00473912">
        <w:rPr>
          <w:color w:val="000000"/>
          <w:lang w:eastAsia="lt-LT"/>
        </w:rPr>
        <w:t>11. Jeigu iniciatyvinės grupės prašyme pažymima, kad Apklausai teikiamo klausimo tekstas yra preliminarus, grupės atstovo (atstovų) prašymu Savivaldybės administracija (toliau – Administracija) suteikia reikalingą pagalbą rengiant galutinį Apklausai teikiamo klausimo tekstą. Galutinį klausimo tekstą pasirašo visi iniciatyvinės grupės nariai ir jis pateikiamas Savivaldybės merui.</w:t>
      </w:r>
    </w:p>
    <w:p w14:paraId="79BC1458" w14:textId="77777777" w:rsidR="00473912" w:rsidRPr="00473912" w:rsidRDefault="00473912" w:rsidP="00473912">
      <w:pPr>
        <w:spacing w:after="0" w:line="240" w:lineRule="auto"/>
        <w:ind w:firstLine="1134"/>
        <w:jc w:val="both"/>
        <w:rPr>
          <w:color w:val="000000"/>
          <w:lang w:eastAsia="lt-LT"/>
        </w:rPr>
      </w:pPr>
      <w:r w:rsidRPr="00473912">
        <w:rPr>
          <w:color w:val="000000"/>
          <w:lang w:eastAsia="lt-LT"/>
        </w:rPr>
        <w:t>12. Savivaldybės meras, gavęs iniciatyvinės grupės prašymą ir galutinį apklausai teikiamo klausimo tekstą,  ne vėliau kaip per 2 darbo dienas įregistruoja iniciatyvinę grupę ir  išduoda jos atstovui (atstovams) antspauduotus Vidaus reikalų ministro patvirtintos formos gyventojų parašų dėl reikalavimo paskelbti Apklausą rinkimo lapus.</w:t>
      </w:r>
    </w:p>
    <w:p w14:paraId="3F657B11" w14:textId="77777777" w:rsidR="00473912" w:rsidRPr="00473912" w:rsidRDefault="00473912" w:rsidP="00473912">
      <w:pPr>
        <w:spacing w:after="0" w:line="240" w:lineRule="auto"/>
        <w:ind w:firstLine="1134"/>
        <w:jc w:val="both"/>
        <w:rPr>
          <w:color w:val="000000"/>
          <w:lang w:eastAsia="lt-LT"/>
        </w:rPr>
      </w:pPr>
      <w:r w:rsidRPr="00473912">
        <w:rPr>
          <w:color w:val="000000"/>
          <w:lang w:eastAsia="lt-LT"/>
        </w:rPr>
        <w:t xml:space="preserve">13. Savivaldybės mero sprendimas įregistruoti iniciatyvinę grupę įforminamas potvarkiu. Gyventojų parašų dėl reikalavimo paskelbti Apklausą rinkimo lapus (toliau – gyventojų parašų rinkimo lapus) iniciatyvinės grupės nariams išduoda Savivaldybės meras. Išduodant gyventojų parašų dėl  rinkimo lapus, užpildomas išdavimo aktas (1 priedas). </w:t>
      </w:r>
    </w:p>
    <w:p w14:paraId="332F01D6" w14:textId="77777777" w:rsidR="00473912" w:rsidRPr="00473912" w:rsidRDefault="00473912" w:rsidP="00473912">
      <w:pPr>
        <w:spacing w:after="0" w:line="240" w:lineRule="auto"/>
        <w:ind w:firstLine="1134"/>
        <w:jc w:val="both"/>
        <w:rPr>
          <w:color w:val="000000"/>
          <w:lang w:eastAsia="lt-LT"/>
        </w:rPr>
      </w:pPr>
      <w:r w:rsidRPr="00473912">
        <w:rPr>
          <w:color w:val="000000"/>
          <w:lang w:eastAsia="lt-LT"/>
        </w:rPr>
        <w:t>14. Gyventojų iniciatyvos paskelbti Apklausą teisei įgyvendinti nustatomas 2 mėnesių laikotarpis. Jis skaičiuojamas nuo gyventojų parašų rinkimo lapų išdavimo dienos.</w:t>
      </w:r>
    </w:p>
    <w:p w14:paraId="2D662D3C" w14:textId="77777777" w:rsidR="00473912" w:rsidRPr="00473912" w:rsidRDefault="00473912" w:rsidP="00473912">
      <w:pPr>
        <w:spacing w:after="0" w:line="240" w:lineRule="auto"/>
        <w:ind w:firstLine="1134"/>
        <w:jc w:val="both"/>
        <w:rPr>
          <w:rFonts w:eastAsia="SimSun"/>
          <w:color w:val="000000"/>
        </w:rPr>
      </w:pPr>
      <w:r w:rsidRPr="00473912">
        <w:rPr>
          <w:color w:val="000000"/>
          <w:lang w:eastAsia="lt-LT"/>
        </w:rPr>
        <w:t xml:space="preserve">15. </w:t>
      </w:r>
      <w:r w:rsidRPr="00473912">
        <w:rPr>
          <w:rFonts w:eastAsia="SimSun"/>
          <w:color w:val="000000"/>
        </w:rPr>
        <w:t xml:space="preserve">Jeigu per šio Aprašo 14 punkte nustatytą terminą nesurenkamas reikiamas siūlomos Apklausos teritorijos vietos gyventojų parašų skaičius, laikoma, kad Apklausos paskelbimo iniciatyvos teisė neįgyvendinta. Savivaldybės meras potvarkiu priima sprendimą nutraukti tolesnį parašų rinkimą. </w:t>
      </w:r>
    </w:p>
    <w:p w14:paraId="43E21D01" w14:textId="77777777" w:rsidR="00473912" w:rsidRPr="00473912" w:rsidRDefault="00473912" w:rsidP="00473912">
      <w:pPr>
        <w:spacing w:after="0" w:line="240" w:lineRule="auto"/>
        <w:ind w:firstLine="1134"/>
        <w:jc w:val="both"/>
        <w:rPr>
          <w:color w:val="000000"/>
          <w:lang w:eastAsia="lt-LT"/>
        </w:rPr>
      </w:pPr>
      <w:r w:rsidRPr="00473912">
        <w:rPr>
          <w:color w:val="000000"/>
          <w:lang w:eastAsia="lt-LT"/>
        </w:rPr>
        <w:t xml:space="preserve">16. Iniciatyvinė grupė per šio Aprašo 14 punkte nustatytą terminą surinkusi reikiamą gyventojų parašų dėl reikalavimo paskelbti Apklausą skaičių, iniciatyvinė grupė surašo gyventojų parašų rinkimo lapų grąžinimo aktą (2 priedas) ir perduoda gyventojų parašų rinkimo lapus Savivaldybės merui. </w:t>
      </w:r>
    </w:p>
    <w:p w14:paraId="547F90C5" w14:textId="77777777" w:rsidR="00473912" w:rsidRPr="00473912" w:rsidRDefault="00473912" w:rsidP="00473912">
      <w:pPr>
        <w:spacing w:after="0" w:line="240" w:lineRule="auto"/>
        <w:ind w:firstLine="1134"/>
        <w:jc w:val="both"/>
        <w:rPr>
          <w:rFonts w:eastAsia="SimSun"/>
          <w:color w:val="000000"/>
        </w:rPr>
      </w:pPr>
      <w:r w:rsidRPr="00473912">
        <w:rPr>
          <w:rFonts w:eastAsia="SimSun"/>
          <w:color w:val="000000"/>
        </w:rPr>
        <w:t xml:space="preserve">17. </w:t>
      </w:r>
      <w:r w:rsidRPr="00473912">
        <w:rPr>
          <w:color w:val="000000"/>
          <w:lang w:eastAsia="lt-LT"/>
        </w:rPr>
        <w:t>Gyventojų parašų rinkimo lapuose renkami šie asmens duomenys: asmens vardas, pavardė, gimimo data ir gyvenamosios vietos adresas</w:t>
      </w:r>
      <w:r w:rsidR="00AB3972" w:rsidRPr="00AB3972">
        <w:rPr>
          <w:color w:val="000000"/>
          <w:lang w:eastAsia="lt-LT"/>
        </w:rPr>
        <w:t>.</w:t>
      </w:r>
    </w:p>
    <w:p w14:paraId="3CE1B480" w14:textId="77777777" w:rsidR="00473912" w:rsidRPr="00473912" w:rsidRDefault="00473912" w:rsidP="00473912">
      <w:pPr>
        <w:spacing w:after="0" w:line="240" w:lineRule="auto"/>
        <w:ind w:firstLine="1134"/>
        <w:jc w:val="both"/>
        <w:rPr>
          <w:color w:val="000000"/>
          <w:lang w:eastAsia="lt-LT"/>
        </w:rPr>
      </w:pPr>
      <w:r w:rsidRPr="00473912">
        <w:rPr>
          <w:color w:val="000000"/>
          <w:lang w:eastAsia="lt-LT"/>
        </w:rPr>
        <w:t xml:space="preserve">18. Jeigu per šio Aprašo 14 punkte nustatytą terminą yra surinktas reikiamas </w:t>
      </w:r>
      <w:r w:rsidRPr="00473912">
        <w:rPr>
          <w:rFonts w:eastAsia="SimSun"/>
          <w:color w:val="000000"/>
        </w:rPr>
        <w:t>siūlomos Apklausos teritorijos vietos gyventojų </w:t>
      </w:r>
      <w:r w:rsidRPr="00473912">
        <w:rPr>
          <w:color w:val="000000"/>
          <w:lang w:eastAsia="lt-LT"/>
        </w:rPr>
        <w:t xml:space="preserve">parašų dėl reikalavimo paskelbti Apklausą skaičius ir </w:t>
      </w:r>
      <w:r w:rsidRPr="00473912">
        <w:rPr>
          <w:rFonts w:eastAsia="SimSun"/>
          <w:color w:val="000000"/>
        </w:rPr>
        <w:t>parašų rinkimo lapai perduoti Savivaldybės merui, ir nenustatyta gyventojų parašų klastojimo atvejų ar savanoriškumo principo pažeidimų, ne vėliau kaip per 10 darbo dienų nuo parašų rinkimo lapų perdavimo dienos Savivaldybės meras privalo paskelbti Apklausą.</w:t>
      </w:r>
    </w:p>
    <w:p w14:paraId="39D671A9" w14:textId="77777777" w:rsidR="00473912" w:rsidRPr="00473912" w:rsidRDefault="00473912" w:rsidP="00473912">
      <w:pPr>
        <w:spacing w:after="0" w:line="240" w:lineRule="auto"/>
        <w:ind w:firstLine="1134"/>
        <w:jc w:val="both"/>
        <w:rPr>
          <w:color w:val="000000"/>
          <w:lang w:eastAsia="lt-LT"/>
        </w:rPr>
      </w:pPr>
      <w:r w:rsidRPr="00473912">
        <w:rPr>
          <w:color w:val="000000"/>
          <w:lang w:eastAsia="lt-LT"/>
        </w:rPr>
        <w:t>19. Kai Apklausos paskelbimo iniciatyvos teisė įgyvendinama ne mažesnės kaip 1/4 Savivaldybės tarybos narių grupės reikalavimu, meras privalo paskelbti Apklausą ne vėliau kaip per 10 darbo dienų nuo šios grupės reikalavimo gavimo.</w:t>
      </w:r>
    </w:p>
    <w:p w14:paraId="72D32E18" w14:textId="77777777" w:rsidR="00473912" w:rsidRPr="00473912" w:rsidRDefault="00473912" w:rsidP="00473912">
      <w:pPr>
        <w:spacing w:after="0" w:line="240" w:lineRule="auto"/>
        <w:ind w:firstLine="1134"/>
        <w:jc w:val="both"/>
        <w:rPr>
          <w:color w:val="000000"/>
          <w:lang w:eastAsia="lt-LT"/>
        </w:rPr>
      </w:pPr>
      <w:r w:rsidRPr="00473912">
        <w:rPr>
          <w:color w:val="000000"/>
          <w:lang w:eastAsia="lt-LT"/>
        </w:rPr>
        <w:t xml:space="preserve">20. Kai Apklausos paskelbimo teisę Reglamento nustatyta tvarka įgyvendina meras, jis sprendimą paskelbti Apklausą priima ne vėliau kaip per 10 darbo dienų nuo Tarybos narių supažindinimo su reikalavimu paskelbti Apklausą dienos.   </w:t>
      </w:r>
    </w:p>
    <w:p w14:paraId="2A9C366C" w14:textId="77777777" w:rsidR="00473912" w:rsidRPr="00473912" w:rsidRDefault="00473912" w:rsidP="00473912">
      <w:pPr>
        <w:spacing w:after="0" w:line="240" w:lineRule="auto"/>
        <w:ind w:firstLine="1134"/>
        <w:jc w:val="both"/>
        <w:rPr>
          <w:color w:val="000000"/>
          <w:lang w:eastAsia="lt-LT"/>
        </w:rPr>
      </w:pPr>
      <w:r w:rsidRPr="00473912">
        <w:rPr>
          <w:color w:val="000000"/>
          <w:lang w:eastAsia="lt-LT"/>
        </w:rPr>
        <w:t>21. Meras, gavęs Reglamento nustatyta tvarka pateiktą seniūno iniciatyvą paskelbti Apklausą, ne vėliau kaip per 10 darbo dienų privalo paskelbti Apklausą.</w:t>
      </w:r>
    </w:p>
    <w:p w14:paraId="45E08FB2" w14:textId="77777777" w:rsidR="00473912" w:rsidRPr="00473912" w:rsidRDefault="00473912" w:rsidP="00473912">
      <w:pPr>
        <w:spacing w:after="0" w:line="240" w:lineRule="auto"/>
        <w:ind w:firstLine="1134"/>
        <w:jc w:val="both"/>
        <w:rPr>
          <w:color w:val="000000"/>
          <w:lang w:eastAsia="lt-LT"/>
        </w:rPr>
      </w:pPr>
      <w:r w:rsidRPr="00473912">
        <w:rPr>
          <w:color w:val="000000"/>
          <w:lang w:eastAsia="lt-LT"/>
        </w:rPr>
        <w:lastRenderedPageBreak/>
        <w:t xml:space="preserve">22. Kai Apklausą inicijuoja Savivaldybės gyventojai, Savivaldybės taryba, meras ar seniūnas, </w:t>
      </w:r>
      <w:r w:rsidR="00810B61">
        <w:rPr>
          <w:color w:val="000000"/>
          <w:lang w:eastAsia="lt-LT"/>
        </w:rPr>
        <w:t>A</w:t>
      </w:r>
      <w:r w:rsidRPr="00473912">
        <w:rPr>
          <w:color w:val="000000"/>
          <w:lang w:eastAsia="lt-LT"/>
        </w:rPr>
        <w:t xml:space="preserve">pklausos teritorija parenkama atsižvelgiant į tai, kurios teritorijos vietos gyventojams sprendimas, dėl kurio teikiamas klausimas Apklausai, turės tiesioginį poveikį. Galutinį sprendimą dėl Apklausos teritorijos priima meras. </w:t>
      </w:r>
    </w:p>
    <w:p w14:paraId="52F57DEC" w14:textId="77777777" w:rsidR="00473912" w:rsidRPr="00473912" w:rsidRDefault="00473912" w:rsidP="00473912">
      <w:pPr>
        <w:tabs>
          <w:tab w:val="left" w:pos="1134"/>
        </w:tabs>
        <w:spacing w:after="0" w:line="240" w:lineRule="auto"/>
        <w:ind w:firstLine="1134"/>
        <w:jc w:val="both"/>
        <w:rPr>
          <w:color w:val="000000"/>
          <w:lang w:eastAsia="lt-LT"/>
        </w:rPr>
      </w:pPr>
      <w:r w:rsidRPr="00473912">
        <w:rPr>
          <w:color w:val="000000"/>
          <w:lang w:eastAsia="lt-LT"/>
        </w:rPr>
        <w:t>23. Savivaldybės mero potvarkyje paskelbti Apklausą turi būti nustatyta:</w:t>
      </w:r>
    </w:p>
    <w:p w14:paraId="2EECB3E8" w14:textId="77777777" w:rsidR="00473912" w:rsidRPr="00473912" w:rsidRDefault="00473912" w:rsidP="00473912">
      <w:pPr>
        <w:tabs>
          <w:tab w:val="left" w:pos="1134"/>
        </w:tabs>
        <w:spacing w:after="0" w:line="240" w:lineRule="auto"/>
        <w:ind w:firstLine="1134"/>
        <w:jc w:val="both"/>
        <w:rPr>
          <w:color w:val="000000"/>
          <w:lang w:eastAsia="lt-LT"/>
        </w:rPr>
      </w:pPr>
      <w:r w:rsidRPr="00473912">
        <w:rPr>
          <w:color w:val="000000"/>
          <w:lang w:eastAsia="lt-LT"/>
        </w:rPr>
        <w:t>23.1. Apklausai teikiamo klausimo tekstas;</w:t>
      </w:r>
    </w:p>
    <w:p w14:paraId="49BE97B5" w14:textId="77777777" w:rsidR="00473912" w:rsidRPr="00473912" w:rsidRDefault="00473912" w:rsidP="00473912">
      <w:pPr>
        <w:tabs>
          <w:tab w:val="left" w:pos="1134"/>
        </w:tabs>
        <w:spacing w:after="0" w:line="240" w:lineRule="auto"/>
        <w:ind w:firstLine="1134"/>
        <w:jc w:val="both"/>
        <w:rPr>
          <w:color w:val="000000"/>
          <w:lang w:eastAsia="lt-LT"/>
        </w:rPr>
      </w:pPr>
      <w:r w:rsidRPr="00473912">
        <w:rPr>
          <w:color w:val="000000"/>
          <w:lang w:eastAsia="lt-LT"/>
        </w:rPr>
        <w:t>23.2. Apklausos teritorija;</w:t>
      </w:r>
    </w:p>
    <w:p w14:paraId="2FCEDF16" w14:textId="77777777" w:rsidR="00473912" w:rsidRPr="00473912" w:rsidRDefault="00473912" w:rsidP="00473912">
      <w:pPr>
        <w:tabs>
          <w:tab w:val="left" w:pos="1134"/>
        </w:tabs>
        <w:spacing w:after="0" w:line="240" w:lineRule="auto"/>
        <w:ind w:firstLine="1134"/>
        <w:jc w:val="both"/>
        <w:rPr>
          <w:color w:val="000000"/>
          <w:lang w:eastAsia="lt-LT"/>
        </w:rPr>
      </w:pPr>
      <w:r w:rsidRPr="00473912">
        <w:rPr>
          <w:color w:val="000000"/>
          <w:lang w:eastAsia="lt-LT"/>
        </w:rPr>
        <w:t>23.3. Apklausos būdas;</w:t>
      </w:r>
    </w:p>
    <w:p w14:paraId="2E510AC9" w14:textId="77777777" w:rsidR="00473912" w:rsidRPr="00473912" w:rsidRDefault="00473912" w:rsidP="00473912">
      <w:pPr>
        <w:tabs>
          <w:tab w:val="left" w:pos="1134"/>
        </w:tabs>
        <w:spacing w:after="0" w:line="240" w:lineRule="auto"/>
        <w:ind w:firstLine="1134"/>
        <w:jc w:val="both"/>
        <w:rPr>
          <w:color w:val="000000"/>
          <w:lang w:eastAsia="lt-LT"/>
        </w:rPr>
      </w:pPr>
      <w:r w:rsidRPr="00473912">
        <w:rPr>
          <w:color w:val="000000"/>
          <w:lang w:eastAsia="lt-LT"/>
        </w:rPr>
        <w:t>23.4. Apklausos data ir vieta;</w:t>
      </w:r>
    </w:p>
    <w:p w14:paraId="761798E8" w14:textId="77777777" w:rsidR="00473912" w:rsidRPr="00473912" w:rsidRDefault="00473912" w:rsidP="00473912">
      <w:pPr>
        <w:tabs>
          <w:tab w:val="left" w:pos="1134"/>
        </w:tabs>
        <w:spacing w:after="0" w:line="240" w:lineRule="auto"/>
        <w:ind w:firstLine="1134"/>
        <w:jc w:val="both"/>
        <w:rPr>
          <w:color w:val="000000"/>
          <w:lang w:eastAsia="lt-LT"/>
        </w:rPr>
      </w:pPr>
      <w:r w:rsidRPr="00473912">
        <w:rPr>
          <w:color w:val="000000"/>
          <w:lang w:eastAsia="lt-LT"/>
        </w:rPr>
        <w:t>23.5. Apklausos trukmė;</w:t>
      </w:r>
    </w:p>
    <w:p w14:paraId="0251FEF6" w14:textId="77777777" w:rsidR="00473912" w:rsidRPr="00473912" w:rsidRDefault="00473912" w:rsidP="00473912">
      <w:pPr>
        <w:tabs>
          <w:tab w:val="left" w:pos="1620"/>
          <w:tab w:val="left" w:pos="1800"/>
        </w:tabs>
        <w:spacing w:after="0" w:line="240" w:lineRule="auto"/>
        <w:ind w:firstLine="1134"/>
        <w:jc w:val="both"/>
        <w:rPr>
          <w:color w:val="000000"/>
          <w:lang w:eastAsia="lt-LT"/>
        </w:rPr>
      </w:pPr>
      <w:r w:rsidRPr="00473912">
        <w:rPr>
          <w:color w:val="000000"/>
          <w:lang w:eastAsia="lt-LT"/>
        </w:rPr>
        <w:t>23.6. Apklausos komisijos sudėtis.</w:t>
      </w:r>
    </w:p>
    <w:p w14:paraId="1EAECE74" w14:textId="77777777" w:rsidR="00473912" w:rsidRPr="00473912" w:rsidRDefault="00473912" w:rsidP="00473912">
      <w:pPr>
        <w:tabs>
          <w:tab w:val="left" w:pos="1620"/>
          <w:tab w:val="left" w:pos="1800"/>
        </w:tabs>
        <w:spacing w:after="0" w:line="240" w:lineRule="auto"/>
        <w:ind w:firstLine="1134"/>
        <w:jc w:val="both"/>
        <w:rPr>
          <w:rFonts w:eastAsia="SimSun"/>
          <w:color w:val="000000"/>
        </w:rPr>
      </w:pPr>
      <w:r w:rsidRPr="00473912">
        <w:rPr>
          <w:color w:val="000000"/>
          <w:lang w:eastAsia="lt-LT"/>
        </w:rPr>
        <w:t xml:space="preserve">24. </w:t>
      </w:r>
      <w:r w:rsidRPr="00473912">
        <w:rPr>
          <w:rFonts w:eastAsia="SimSun"/>
          <w:color w:val="000000"/>
        </w:rPr>
        <w:t xml:space="preserve">Nustatant Apklausos komisijos sudėtį, nurodomi šie duomenys: komisijos nario vardas, pavardė, jo pareigos komisijoje; jeigu komisijos narys yra Savivaldybės administracijos valstybės tarnautojas ar darbuotojas, dirbantis pagal darbo sutartį, nurodomos ir jo pareigos Savivaldybės administracijoje, jeigu komisijos narys yra iniciatyvinės grupės deleguotas asmuo, nurodoma, kad tai yra iniciatyvinės grupės atstovas. </w:t>
      </w:r>
    </w:p>
    <w:p w14:paraId="3332FCA1" w14:textId="77777777" w:rsidR="00473912" w:rsidRPr="00473912" w:rsidRDefault="00473912" w:rsidP="00473912">
      <w:pPr>
        <w:tabs>
          <w:tab w:val="left" w:pos="1620"/>
          <w:tab w:val="left" w:pos="1800"/>
        </w:tabs>
        <w:spacing w:after="0" w:line="240" w:lineRule="auto"/>
        <w:ind w:firstLine="1134"/>
        <w:jc w:val="both"/>
        <w:rPr>
          <w:color w:val="000000"/>
          <w:lang w:eastAsia="lt-LT"/>
        </w:rPr>
      </w:pPr>
      <w:r w:rsidRPr="00473912">
        <w:rPr>
          <w:color w:val="000000"/>
          <w:lang w:eastAsia="lt-LT"/>
        </w:rPr>
        <w:t xml:space="preserve">25. Savivaldybės mero potvarkis paskelbti Apklausą ir informacija apie numatomą konsultavimąsi turi būti paskelbti laikantis Lietuvos Respublikos vietos savivaldos įstatymo 44 straipsnyje nustatytų reikalavimų. </w:t>
      </w:r>
    </w:p>
    <w:p w14:paraId="461277B7" w14:textId="77777777" w:rsidR="00473912" w:rsidRPr="00473912" w:rsidRDefault="00473912" w:rsidP="00473912">
      <w:pPr>
        <w:tabs>
          <w:tab w:val="left" w:pos="1440"/>
          <w:tab w:val="left" w:pos="1620"/>
          <w:tab w:val="left" w:pos="1800"/>
        </w:tabs>
        <w:spacing w:after="0" w:line="240" w:lineRule="auto"/>
        <w:ind w:firstLine="1134"/>
        <w:jc w:val="both"/>
        <w:rPr>
          <w:color w:val="000000"/>
          <w:lang w:eastAsia="lt-LT"/>
        </w:rPr>
      </w:pPr>
    </w:p>
    <w:p w14:paraId="4D878F68" w14:textId="77777777" w:rsidR="00473912" w:rsidRPr="00473912" w:rsidRDefault="00473912" w:rsidP="00473912">
      <w:pPr>
        <w:tabs>
          <w:tab w:val="left" w:pos="1440"/>
        </w:tabs>
        <w:spacing w:after="0" w:line="240" w:lineRule="auto"/>
        <w:jc w:val="center"/>
        <w:rPr>
          <w:b/>
          <w:color w:val="000000"/>
          <w:lang w:eastAsia="lt-LT"/>
        </w:rPr>
      </w:pPr>
      <w:r w:rsidRPr="00473912">
        <w:rPr>
          <w:b/>
          <w:color w:val="000000"/>
          <w:lang w:eastAsia="lt-LT"/>
        </w:rPr>
        <w:t>III SKYRIUS</w:t>
      </w:r>
    </w:p>
    <w:p w14:paraId="64956025" w14:textId="77777777" w:rsidR="00473912" w:rsidRPr="00473912" w:rsidRDefault="00473912" w:rsidP="00473912">
      <w:pPr>
        <w:tabs>
          <w:tab w:val="left" w:pos="1440"/>
        </w:tabs>
        <w:spacing w:after="0" w:line="240" w:lineRule="auto"/>
        <w:jc w:val="center"/>
        <w:rPr>
          <w:b/>
          <w:color w:val="000000"/>
          <w:lang w:eastAsia="lt-LT"/>
        </w:rPr>
      </w:pPr>
      <w:r w:rsidRPr="00473912">
        <w:rPr>
          <w:b/>
          <w:color w:val="000000"/>
          <w:lang w:eastAsia="lt-LT"/>
        </w:rPr>
        <w:t>APKLAUSAI TEIKIAMI KLAUSIMAI, APKLAUSOS BŪDAI IR APKLAUSOS ORGANIZAVIMAS</w:t>
      </w:r>
    </w:p>
    <w:p w14:paraId="519663B3" w14:textId="77777777" w:rsidR="00473912" w:rsidRPr="00473912" w:rsidRDefault="00473912" w:rsidP="00473912">
      <w:pPr>
        <w:tabs>
          <w:tab w:val="left" w:pos="1440"/>
        </w:tabs>
        <w:spacing w:after="0" w:line="240" w:lineRule="auto"/>
        <w:ind w:firstLine="1134"/>
        <w:jc w:val="both"/>
        <w:rPr>
          <w:color w:val="000000"/>
          <w:lang w:eastAsia="lt-LT"/>
        </w:rPr>
      </w:pPr>
    </w:p>
    <w:p w14:paraId="117BB853" w14:textId="77777777" w:rsidR="00473912" w:rsidRPr="00473912" w:rsidRDefault="00473912" w:rsidP="00473912">
      <w:pPr>
        <w:spacing w:after="0" w:line="256" w:lineRule="auto"/>
        <w:ind w:firstLine="1200"/>
        <w:jc w:val="both"/>
        <w:rPr>
          <w:color w:val="000000"/>
        </w:rPr>
      </w:pPr>
      <w:bookmarkStart w:id="1" w:name="part_a95ef06aa8ae4c268321ff32d5ebcfe0"/>
      <w:bookmarkEnd w:id="1"/>
      <w:r w:rsidRPr="00473912">
        <w:rPr>
          <w:color w:val="000000"/>
          <w:lang w:bidi="ar"/>
        </w:rPr>
        <w:t>26. Apklausai gali būti teikiami klausimai, kuriuos Savivaldybė sprendžia atlikdama savarankiškąsias funkcijas. Savivaldybės tarybos sprendimu gali būti nustatyti klausimai, kuriems spręsti turi būti organizuojamos Apklausos.</w:t>
      </w:r>
    </w:p>
    <w:p w14:paraId="525B0A03" w14:textId="77777777" w:rsidR="00473912" w:rsidRPr="00473912" w:rsidRDefault="00473912" w:rsidP="00473912">
      <w:pPr>
        <w:spacing w:after="0" w:line="256" w:lineRule="auto"/>
        <w:ind w:firstLine="1200"/>
        <w:jc w:val="both"/>
        <w:rPr>
          <w:color w:val="000000"/>
          <w:lang w:eastAsia="lt-LT"/>
        </w:rPr>
      </w:pPr>
      <w:bookmarkStart w:id="2" w:name="part_9283afd9d50b44228605066573b02e4f"/>
      <w:bookmarkEnd w:id="2"/>
      <w:r w:rsidRPr="00473912">
        <w:rPr>
          <w:color w:val="000000"/>
          <w:lang w:bidi="ar"/>
        </w:rPr>
        <w:t>27. Apklausos dėl savivaldybių steigimo, esamų savivaldybių panaikinimo, taip pat jų teritorijų ribų bei centrų nustatymo ir keitimo bei gyvenamųjų vietovių teritorijų ribų nustatymo ir keitimo, pavadinimų joms suteikimo ir keitimo organizuojamos vadovaujantis Lietuvos Respublikos teritorijos administracinių vienetų ir jų ribų įstatymu.</w:t>
      </w:r>
    </w:p>
    <w:p w14:paraId="099C0855" w14:textId="77777777" w:rsidR="00473912" w:rsidRPr="00473912" w:rsidRDefault="00473912" w:rsidP="00473912">
      <w:pPr>
        <w:tabs>
          <w:tab w:val="left" w:pos="1440"/>
          <w:tab w:val="left" w:pos="1620"/>
        </w:tabs>
        <w:spacing w:after="0" w:line="240" w:lineRule="auto"/>
        <w:ind w:firstLine="1134"/>
        <w:jc w:val="both"/>
        <w:rPr>
          <w:color w:val="000000"/>
          <w:lang w:eastAsia="lt-LT"/>
        </w:rPr>
      </w:pPr>
      <w:r w:rsidRPr="00473912">
        <w:rPr>
          <w:color w:val="000000"/>
          <w:lang w:eastAsia="lt-LT"/>
        </w:rPr>
        <w:t xml:space="preserve">28. Apklausą vykdo Savivaldybės mero potvarkiu sudaryta Savivaldybės vietos gyventojų apklausos komisija (toliau – Komisija). </w:t>
      </w:r>
    </w:p>
    <w:p w14:paraId="41F8664B" w14:textId="77777777" w:rsidR="00473912" w:rsidRPr="00473912" w:rsidRDefault="00473912" w:rsidP="00473912">
      <w:pPr>
        <w:tabs>
          <w:tab w:val="left" w:pos="1440"/>
          <w:tab w:val="left" w:pos="1620"/>
        </w:tabs>
        <w:spacing w:after="0" w:line="240" w:lineRule="auto"/>
        <w:ind w:firstLine="1134"/>
        <w:jc w:val="both"/>
        <w:rPr>
          <w:color w:val="000000"/>
          <w:lang w:eastAsia="lt-LT"/>
        </w:rPr>
      </w:pPr>
      <w:r w:rsidRPr="00473912">
        <w:rPr>
          <w:color w:val="000000"/>
          <w:lang w:eastAsia="lt-LT"/>
        </w:rPr>
        <w:t xml:space="preserve">29. Komisija Savivaldybės mero potvarkiu sudaroma iš 5 narių, konkrečiai Apklausai organizuoti. </w:t>
      </w:r>
      <w:r w:rsidRPr="00473912">
        <w:rPr>
          <w:strike/>
          <w:color w:val="000000"/>
          <w:lang w:eastAsia="lt-LT"/>
        </w:rPr>
        <w:t xml:space="preserve"> </w:t>
      </w:r>
    </w:p>
    <w:p w14:paraId="717914AC" w14:textId="77777777" w:rsidR="00473912" w:rsidRPr="00473912" w:rsidRDefault="00473912" w:rsidP="00473912">
      <w:pPr>
        <w:tabs>
          <w:tab w:val="left" w:pos="1440"/>
          <w:tab w:val="left" w:pos="1620"/>
        </w:tabs>
        <w:spacing w:after="0" w:line="240" w:lineRule="auto"/>
        <w:ind w:firstLine="1134"/>
        <w:jc w:val="both"/>
        <w:rPr>
          <w:color w:val="000000"/>
          <w:lang w:eastAsia="lt-LT"/>
        </w:rPr>
      </w:pPr>
      <w:r w:rsidRPr="00473912">
        <w:rPr>
          <w:color w:val="000000"/>
          <w:lang w:eastAsia="lt-LT"/>
        </w:rPr>
        <w:t xml:space="preserve">30. Narius į Komisijos sudėtį turi teisę siūlyti Savivaldybės meras, Savivaldybės administracijos direktorius, Savivaldybės tarybos narių grupė, iniciavusi apklausos paskelbimą, seniūnas, seniūnaičių sueiga, iniciatyvinės grupės nariai. Komisijos nariais gali būti Savivaldybės administracijos valstybės tarnautojai ir darbuotojai, dirbantys pagal darbo sutartį,  Savivaldybės tarybos nariai, seniūnaičiai, iniciatyvinės grupės atstovas (atstovai). Kai Apklausa rengiama seniūno iniciatyva, į Komisiją turi būti įtraukiamas tos seniūnijos atstovas. </w:t>
      </w:r>
    </w:p>
    <w:p w14:paraId="4D1B0AFC" w14:textId="77777777" w:rsidR="00473912" w:rsidRPr="00473912" w:rsidRDefault="00473912" w:rsidP="00473912">
      <w:pPr>
        <w:tabs>
          <w:tab w:val="left" w:pos="1440"/>
          <w:tab w:val="left" w:pos="1620"/>
        </w:tabs>
        <w:spacing w:after="0" w:line="240" w:lineRule="auto"/>
        <w:ind w:firstLine="1134"/>
        <w:jc w:val="both"/>
        <w:rPr>
          <w:color w:val="000000"/>
          <w:lang w:eastAsia="lt-LT"/>
        </w:rPr>
      </w:pPr>
      <w:r w:rsidRPr="00473912">
        <w:rPr>
          <w:color w:val="000000"/>
          <w:lang w:eastAsia="lt-LT"/>
        </w:rPr>
        <w:t>31. Komisijos pirmininką, pirmininko pavaduotoją ir sekretorių skiria Savivaldybės meras iš Komisijos narių. Komisijos pirmininkas vadovauja Komisijos darbui ir užtikrina Apklausos proceso tvarką. Komisijos nariai gali atlikti savo funkcijas tik prieš tai pasirašę konfidencialumo pasižadėjimą dėl informacijos konfidencialumo užtikrinimo, šios informacijos viešo neskelbimo ir neplatinimo (3 priedas).</w:t>
      </w:r>
    </w:p>
    <w:p w14:paraId="2181532B" w14:textId="77777777" w:rsidR="00473912" w:rsidRPr="00473912" w:rsidRDefault="00473912" w:rsidP="00473912">
      <w:pPr>
        <w:tabs>
          <w:tab w:val="left" w:pos="1440"/>
          <w:tab w:val="left" w:pos="1620"/>
        </w:tabs>
        <w:spacing w:after="0" w:line="240" w:lineRule="auto"/>
        <w:ind w:firstLine="1134"/>
        <w:jc w:val="both"/>
        <w:rPr>
          <w:color w:val="000000"/>
          <w:lang w:eastAsia="lt-LT"/>
        </w:rPr>
      </w:pPr>
      <w:r w:rsidRPr="00473912">
        <w:rPr>
          <w:color w:val="000000"/>
          <w:lang w:eastAsia="lt-LT"/>
        </w:rPr>
        <w:t xml:space="preserve">32. Komisija: </w:t>
      </w:r>
    </w:p>
    <w:p w14:paraId="7960687E" w14:textId="77777777" w:rsidR="00473912" w:rsidRPr="00473912" w:rsidRDefault="00473912" w:rsidP="00473912">
      <w:pPr>
        <w:tabs>
          <w:tab w:val="left" w:pos="1440"/>
          <w:tab w:val="left" w:pos="1620"/>
        </w:tabs>
        <w:spacing w:after="0" w:line="240" w:lineRule="auto"/>
        <w:ind w:firstLine="1134"/>
        <w:jc w:val="both"/>
        <w:rPr>
          <w:color w:val="000000"/>
          <w:lang w:eastAsia="lt-LT"/>
        </w:rPr>
      </w:pPr>
      <w:r w:rsidRPr="00473912">
        <w:rPr>
          <w:color w:val="000000"/>
          <w:lang w:eastAsia="lt-LT"/>
        </w:rPr>
        <w:t xml:space="preserve">32.1. atlieka būtinus pasirengimo Apklausai darbus; </w:t>
      </w:r>
    </w:p>
    <w:p w14:paraId="02959BBE" w14:textId="77777777" w:rsidR="00473912" w:rsidRPr="00473912" w:rsidRDefault="00473912" w:rsidP="00473912">
      <w:pPr>
        <w:tabs>
          <w:tab w:val="left" w:pos="1440"/>
          <w:tab w:val="left" w:pos="1620"/>
        </w:tabs>
        <w:spacing w:after="0" w:line="240" w:lineRule="auto"/>
        <w:ind w:firstLine="1134"/>
        <w:jc w:val="both"/>
        <w:rPr>
          <w:color w:val="000000"/>
          <w:lang w:eastAsia="lt-LT"/>
        </w:rPr>
      </w:pPr>
      <w:r w:rsidRPr="00473912">
        <w:rPr>
          <w:color w:val="000000"/>
          <w:lang w:eastAsia="lt-LT"/>
        </w:rPr>
        <w:t xml:space="preserve">32.2. vykdo Apklausą; </w:t>
      </w:r>
    </w:p>
    <w:p w14:paraId="40848624" w14:textId="77777777" w:rsidR="00473912" w:rsidRPr="00473912" w:rsidRDefault="00473912" w:rsidP="00473912">
      <w:pPr>
        <w:tabs>
          <w:tab w:val="left" w:pos="1440"/>
          <w:tab w:val="left" w:pos="1620"/>
        </w:tabs>
        <w:spacing w:after="0" w:line="240" w:lineRule="auto"/>
        <w:ind w:firstLine="1134"/>
        <w:jc w:val="both"/>
        <w:rPr>
          <w:color w:val="000000"/>
          <w:lang w:eastAsia="lt-LT"/>
        </w:rPr>
      </w:pPr>
      <w:r w:rsidRPr="00473912">
        <w:rPr>
          <w:color w:val="000000"/>
          <w:lang w:eastAsia="lt-LT"/>
        </w:rPr>
        <w:t xml:space="preserve">32.3. surašo ir pasirašo Apklausos protokolus; </w:t>
      </w:r>
    </w:p>
    <w:p w14:paraId="371ADCD0" w14:textId="77777777" w:rsidR="00473912" w:rsidRPr="00473912" w:rsidRDefault="00473912" w:rsidP="00473912">
      <w:pPr>
        <w:tabs>
          <w:tab w:val="left" w:pos="1440"/>
          <w:tab w:val="left" w:pos="1620"/>
        </w:tabs>
        <w:spacing w:after="0" w:line="240" w:lineRule="auto"/>
        <w:ind w:firstLine="1134"/>
        <w:jc w:val="both"/>
        <w:rPr>
          <w:color w:val="000000"/>
          <w:lang w:eastAsia="lt-LT"/>
        </w:rPr>
      </w:pPr>
      <w:r w:rsidRPr="00473912">
        <w:rPr>
          <w:color w:val="000000"/>
          <w:lang w:eastAsia="lt-LT"/>
        </w:rPr>
        <w:t xml:space="preserve">32.4. kontroliuoja ir koordinuoja Apklausos vykdymą; </w:t>
      </w:r>
    </w:p>
    <w:p w14:paraId="1C95D7DA" w14:textId="77777777" w:rsidR="00473912" w:rsidRPr="00473912" w:rsidRDefault="00473912" w:rsidP="00473912">
      <w:pPr>
        <w:tabs>
          <w:tab w:val="left" w:pos="1440"/>
          <w:tab w:val="left" w:pos="1620"/>
        </w:tabs>
        <w:spacing w:after="0" w:line="240" w:lineRule="auto"/>
        <w:ind w:firstLine="1134"/>
        <w:jc w:val="both"/>
        <w:rPr>
          <w:color w:val="000000"/>
          <w:lang w:eastAsia="lt-LT"/>
        </w:rPr>
      </w:pPr>
      <w:r w:rsidRPr="00473912">
        <w:rPr>
          <w:color w:val="000000"/>
          <w:lang w:eastAsia="lt-LT"/>
        </w:rPr>
        <w:lastRenderedPageBreak/>
        <w:t xml:space="preserve">32.5. pagal savo kompetenciją priima sprendimus kitais Apklausos vykdymo klausimais. </w:t>
      </w:r>
    </w:p>
    <w:p w14:paraId="3B869A31" w14:textId="77777777" w:rsidR="00473912" w:rsidRPr="00473912" w:rsidRDefault="00473912" w:rsidP="00473912">
      <w:pPr>
        <w:tabs>
          <w:tab w:val="left" w:pos="1440"/>
          <w:tab w:val="left" w:pos="1620"/>
        </w:tabs>
        <w:spacing w:after="0" w:line="240" w:lineRule="auto"/>
        <w:ind w:firstLine="1134"/>
        <w:jc w:val="both"/>
        <w:rPr>
          <w:iCs/>
          <w:color w:val="000000"/>
          <w:lang w:eastAsia="lt-LT"/>
        </w:rPr>
      </w:pPr>
      <w:r w:rsidRPr="00473912">
        <w:rPr>
          <w:color w:val="000000"/>
          <w:lang w:eastAsia="lt-LT"/>
        </w:rPr>
        <w:t xml:space="preserve">33. </w:t>
      </w:r>
      <w:r w:rsidRPr="00473912">
        <w:rPr>
          <w:iCs/>
          <w:color w:val="000000"/>
          <w:lang w:eastAsia="lt-LT"/>
        </w:rPr>
        <w:t xml:space="preserve">Komisijos nariai atsako už savo veiką ir sprendimus, priimtus </w:t>
      </w:r>
      <w:r w:rsidR="00810B61">
        <w:rPr>
          <w:iCs/>
          <w:color w:val="000000"/>
          <w:lang w:eastAsia="lt-LT"/>
        </w:rPr>
        <w:t>K</w:t>
      </w:r>
      <w:r w:rsidRPr="00473912">
        <w:rPr>
          <w:iCs/>
          <w:color w:val="000000"/>
          <w:lang w:eastAsia="lt-LT"/>
        </w:rPr>
        <w:t xml:space="preserve">omisijoje teisės aktų nustatyta tvarka. </w:t>
      </w:r>
    </w:p>
    <w:p w14:paraId="35D61508" w14:textId="77777777" w:rsidR="00473912" w:rsidRPr="00473912" w:rsidRDefault="00473912" w:rsidP="00473912">
      <w:pPr>
        <w:tabs>
          <w:tab w:val="left" w:pos="1440"/>
          <w:tab w:val="left" w:pos="1620"/>
        </w:tabs>
        <w:spacing w:after="0" w:line="240" w:lineRule="auto"/>
        <w:ind w:firstLine="1134"/>
        <w:jc w:val="both"/>
        <w:rPr>
          <w:color w:val="000000"/>
          <w:lang w:eastAsia="lt-LT"/>
        </w:rPr>
      </w:pPr>
      <w:r w:rsidRPr="00473912">
        <w:rPr>
          <w:color w:val="000000"/>
          <w:lang w:eastAsia="lt-LT"/>
        </w:rPr>
        <w:t xml:space="preserve">34. Politinės partijos ar asociacijos turi teisę skirti Apklausos stebėtojus, kuriems Komisija išduoda stebėtojo pažymėjimus. Stebėtojai turi teisę reikalauti, kad būtų laikomasi šio Aprašo ir kitų teisės aktų reikalavimų.  </w:t>
      </w:r>
    </w:p>
    <w:p w14:paraId="70F19577" w14:textId="77777777" w:rsidR="00473912" w:rsidRPr="00473912" w:rsidRDefault="00473912" w:rsidP="00473912">
      <w:pPr>
        <w:tabs>
          <w:tab w:val="left" w:pos="1440"/>
          <w:tab w:val="left" w:pos="1620"/>
        </w:tabs>
        <w:spacing w:after="0" w:line="240" w:lineRule="auto"/>
        <w:ind w:firstLine="1134"/>
        <w:jc w:val="both"/>
        <w:rPr>
          <w:color w:val="000000"/>
          <w:lang w:eastAsia="lt-LT"/>
        </w:rPr>
      </w:pPr>
      <w:r w:rsidRPr="00473912">
        <w:rPr>
          <w:color w:val="000000"/>
          <w:lang w:eastAsia="lt-LT"/>
        </w:rPr>
        <w:t>35. Apklausa vykdoma vienu iš Lietuvos Respublikos vietos savivaldos įstatyme numatytų būdų:</w:t>
      </w:r>
    </w:p>
    <w:p w14:paraId="7EFFF3F5" w14:textId="77777777" w:rsidR="00473912" w:rsidRPr="00473912" w:rsidRDefault="00473912" w:rsidP="00473912">
      <w:pPr>
        <w:tabs>
          <w:tab w:val="left" w:pos="1440"/>
          <w:tab w:val="left" w:pos="1620"/>
        </w:tabs>
        <w:spacing w:after="0" w:line="240" w:lineRule="auto"/>
        <w:ind w:firstLine="1134"/>
        <w:jc w:val="both"/>
        <w:rPr>
          <w:color w:val="000000"/>
          <w:lang w:bidi="ar"/>
        </w:rPr>
      </w:pPr>
      <w:r w:rsidRPr="00473912">
        <w:rPr>
          <w:color w:val="000000"/>
          <w:lang w:bidi="ar"/>
        </w:rPr>
        <w:t>35.1. tiesioginis vietos gyventojų nuomonės įrašymas Apklausos dalyvių sąrašo lapuose;</w:t>
      </w:r>
      <w:bookmarkStart w:id="3" w:name="part_d11844428001431384133c197d7d7030"/>
      <w:bookmarkEnd w:id="3"/>
    </w:p>
    <w:p w14:paraId="3C3EF66A" w14:textId="77777777" w:rsidR="00473912" w:rsidRPr="00473912" w:rsidRDefault="00473912" w:rsidP="00473912">
      <w:pPr>
        <w:tabs>
          <w:tab w:val="left" w:pos="1440"/>
          <w:tab w:val="left" w:pos="1620"/>
        </w:tabs>
        <w:spacing w:after="0" w:line="240" w:lineRule="auto"/>
        <w:ind w:firstLine="1134"/>
        <w:jc w:val="both"/>
        <w:rPr>
          <w:color w:val="000000"/>
        </w:rPr>
      </w:pPr>
      <w:r w:rsidRPr="00473912">
        <w:rPr>
          <w:color w:val="000000"/>
          <w:lang w:bidi="ar"/>
        </w:rPr>
        <w:t>35.2. Apklausa elektroninių ryšių priemonėmis Savivaldybės interneto svetainėje. Atliekant Apklausą elektroninių ryšių priemonėmis Savivaldybės interneto svetainėje, turi būti užtikrinta, kad Apklausoje dalyvautų tik tie asmenys, kuriems Apklausos dieną yra suėję 18 metų ir kurie savo gyvenamąją vietą yra deklaravę Savivaldybės teritorijoje arba kurie yra įtraukti į gyvenamosios vietos nedeklaravusių asmenų apskaitą Savivaldybėje. Taip pat turi būti užtikrinta galimybė vietos gyventojams pateikti savo nuomonę apklausoje teikiamu klausimu šio Aprašo 33.1. papunktyje nustatytu būdu.</w:t>
      </w:r>
    </w:p>
    <w:p w14:paraId="56801673" w14:textId="77777777" w:rsidR="00473912" w:rsidRPr="00473912" w:rsidRDefault="00473912" w:rsidP="00473912">
      <w:pPr>
        <w:tabs>
          <w:tab w:val="left" w:pos="1134"/>
        </w:tabs>
        <w:spacing w:after="0" w:line="240" w:lineRule="auto"/>
        <w:ind w:firstLine="1134"/>
        <w:jc w:val="both"/>
        <w:rPr>
          <w:color w:val="000000"/>
          <w:lang w:eastAsia="lt-LT"/>
        </w:rPr>
      </w:pPr>
      <w:r w:rsidRPr="00473912">
        <w:rPr>
          <w:color w:val="000000"/>
          <w:lang w:eastAsia="lt-LT"/>
        </w:rPr>
        <w:t xml:space="preserve">36. Apklausos būdą ir Apklausos teritoriją pasiūlo Apklausos iniciatorius. Sprendimą dėl Apklausos būdo, laiko, vietos, trukmės ir Apklausos teritorijos priima Savivaldybės meras, skelbdamas Apklausą.  </w:t>
      </w:r>
    </w:p>
    <w:p w14:paraId="0AEA20BB" w14:textId="77777777" w:rsidR="00473912" w:rsidRPr="00473912" w:rsidRDefault="00473912" w:rsidP="00473912">
      <w:pPr>
        <w:tabs>
          <w:tab w:val="left" w:pos="1134"/>
        </w:tabs>
        <w:spacing w:after="0" w:line="240" w:lineRule="auto"/>
        <w:ind w:firstLine="1134"/>
        <w:jc w:val="both"/>
        <w:rPr>
          <w:color w:val="000000"/>
          <w:lang w:eastAsia="lt-LT"/>
        </w:rPr>
      </w:pPr>
      <w:r w:rsidRPr="00473912">
        <w:rPr>
          <w:color w:val="000000"/>
          <w:lang w:eastAsia="lt-LT"/>
        </w:rPr>
        <w:t>37. Apie vykdomą Apklausą paskelbiama laikantis Lietuvos Respublikos vietos savivaldos įstatymo 43 straipsnyje nustatytų reikalavimų ne vėliau kaip prieš 10 dienų iki Apklausos pradžios.</w:t>
      </w:r>
    </w:p>
    <w:p w14:paraId="52F66F70" w14:textId="77777777" w:rsidR="00473912" w:rsidRPr="00473912" w:rsidRDefault="00473912" w:rsidP="00473912">
      <w:pPr>
        <w:tabs>
          <w:tab w:val="left" w:pos="1440"/>
          <w:tab w:val="left" w:pos="1620"/>
        </w:tabs>
        <w:spacing w:after="0" w:line="240" w:lineRule="auto"/>
        <w:ind w:firstLine="1134"/>
        <w:jc w:val="both"/>
        <w:rPr>
          <w:color w:val="000000"/>
          <w:lang w:eastAsia="lt-LT"/>
        </w:rPr>
      </w:pPr>
      <w:r w:rsidRPr="00473912">
        <w:rPr>
          <w:color w:val="000000"/>
          <w:lang w:eastAsia="lt-LT"/>
        </w:rPr>
        <w:t>38. Tiesioginis vietos gyventojų nuomonės įrašymas Apklausos dalyvių sąrašo lapuose vykdomas Savivaldybės mero potvarkyje nurodytu laikotarpiu, nurodytose patalpose ir nustatytu laiku tokia tvarka:</w:t>
      </w:r>
    </w:p>
    <w:p w14:paraId="531DFCCB" w14:textId="77777777" w:rsidR="00473912" w:rsidRPr="00473912" w:rsidRDefault="00473912" w:rsidP="00473912">
      <w:pPr>
        <w:tabs>
          <w:tab w:val="left" w:pos="1276"/>
          <w:tab w:val="left" w:pos="1620"/>
          <w:tab w:val="left" w:pos="1800"/>
        </w:tabs>
        <w:spacing w:after="0" w:line="240" w:lineRule="auto"/>
        <w:ind w:firstLine="1134"/>
        <w:jc w:val="both"/>
        <w:rPr>
          <w:color w:val="000000"/>
          <w:lang w:eastAsia="lt-LT"/>
        </w:rPr>
      </w:pPr>
      <w:r w:rsidRPr="00473912">
        <w:rPr>
          <w:color w:val="000000"/>
          <w:lang w:eastAsia="lt-LT"/>
        </w:rPr>
        <w:t>38.1. vietos gyventojai, turintys teisę dalyvauti Apklausoje, pateikę Komisijai asmens tapatybę patvirtinantį dokumentą, užpildo Informavimo dėl asmens duomenų naudojimo apklausoje formą (4 priedas) bei pasirašo Apklausos dalyvių sąrašo lapuose, kuriuos išduoda Savivaldybės meras Komisijos pirmininkui ne vėliau kaip likus 1 dienai iki Apklausos pradžios. Komisijai įsitikinus, kad šis asmuo gyvena apklausiamoje teritorijoje, Komisijos narys pateikia Apklausos dalyviui gyventojų apklausos lapą, kuriame jis turi pažymėti pasirinktą atsakymo variantą ir pasirašyti;</w:t>
      </w:r>
    </w:p>
    <w:p w14:paraId="4077E12C" w14:textId="77777777" w:rsidR="00473912" w:rsidRPr="00473912" w:rsidRDefault="00473912" w:rsidP="00473912">
      <w:pPr>
        <w:tabs>
          <w:tab w:val="left" w:pos="1276"/>
          <w:tab w:val="left" w:pos="1620"/>
          <w:tab w:val="left" w:pos="1800"/>
        </w:tabs>
        <w:spacing w:after="0" w:line="240" w:lineRule="auto"/>
        <w:ind w:firstLine="1134"/>
        <w:jc w:val="both"/>
        <w:rPr>
          <w:color w:val="000000"/>
        </w:rPr>
      </w:pPr>
      <w:r w:rsidRPr="00473912">
        <w:rPr>
          <w:color w:val="000000"/>
          <w:lang w:eastAsia="lt-LT"/>
        </w:rPr>
        <w:t xml:space="preserve">38.2. </w:t>
      </w:r>
      <w:r w:rsidRPr="00473912">
        <w:rPr>
          <w:color w:val="000000"/>
        </w:rPr>
        <w:t xml:space="preserve">Apklausos dalyvis, kuris dėl neįgalumo ar kitokių priežasčių negali pats įrašyti savo nuomonės ir  pasirašyti, jo prašymu tai gali padaryti kitas jo nurodytas asmuo (išskyrus Apklausos Komisijos narį). Šis faktas turi būti pažymėtas atitinkamu įrašu Apklausos dalyvių sąrašo lapuose ir patvirtintas Komisijos nario parašu; </w:t>
      </w:r>
    </w:p>
    <w:p w14:paraId="52061E43" w14:textId="77777777" w:rsidR="00473912" w:rsidRPr="00473912" w:rsidRDefault="00473912" w:rsidP="00473912">
      <w:pPr>
        <w:tabs>
          <w:tab w:val="left" w:pos="1276"/>
          <w:tab w:val="left" w:pos="1620"/>
          <w:tab w:val="left" w:pos="1800"/>
        </w:tabs>
        <w:spacing w:after="0" w:line="240" w:lineRule="auto"/>
        <w:ind w:firstLine="1134"/>
        <w:jc w:val="both"/>
        <w:rPr>
          <w:color w:val="000000"/>
          <w:lang w:eastAsia="lt-LT"/>
        </w:rPr>
      </w:pPr>
      <w:r w:rsidRPr="00473912">
        <w:rPr>
          <w:color w:val="000000"/>
        </w:rPr>
        <w:t xml:space="preserve">38.3. Kai Apklausa vykdoma </w:t>
      </w:r>
      <w:r w:rsidRPr="00473912">
        <w:rPr>
          <w:rFonts w:eastAsia="SimSun"/>
          <w:color w:val="000000"/>
        </w:rPr>
        <w:t xml:space="preserve">seniūnijos (kelių seniūnijų) aptarnaujamoje teritorijoje (aptarnaujamose teritorijose) ar jos (jų) dalyse </w:t>
      </w:r>
      <w:r w:rsidRPr="00473912">
        <w:rPr>
          <w:color w:val="000000"/>
        </w:rPr>
        <w:t xml:space="preserve">arba </w:t>
      </w:r>
      <w:r w:rsidRPr="00473912">
        <w:rPr>
          <w:rFonts w:eastAsia="SimSun"/>
          <w:color w:val="000000"/>
        </w:rPr>
        <w:t xml:space="preserve">gyvenamosios vietovės teritorijoje ar jos dalyje apklausos dalyviams leidžiama įrašyti savo nuomonę į Apklausos dalyvių sąrašo lapus tik Komisijos nariui patikrinus ir įsitikinus, kad šis asmuo gyvena nustatytoje Apklausos teritorijoje; </w:t>
      </w:r>
    </w:p>
    <w:p w14:paraId="4FC3E2E8" w14:textId="77777777" w:rsidR="00473912" w:rsidRPr="00473912" w:rsidRDefault="00473912" w:rsidP="00473912">
      <w:pPr>
        <w:tabs>
          <w:tab w:val="left" w:pos="1276"/>
          <w:tab w:val="left" w:pos="1620"/>
          <w:tab w:val="left" w:pos="1800"/>
        </w:tabs>
        <w:spacing w:after="0" w:line="240" w:lineRule="auto"/>
        <w:ind w:firstLine="1134"/>
        <w:jc w:val="both"/>
        <w:rPr>
          <w:color w:val="000000"/>
          <w:lang w:eastAsia="lt-LT"/>
        </w:rPr>
      </w:pPr>
      <w:r w:rsidRPr="00473912">
        <w:rPr>
          <w:color w:val="000000"/>
          <w:lang w:eastAsia="lt-LT"/>
        </w:rPr>
        <w:t xml:space="preserve">38.4. Komisija, pasibaigus Apklausai, uždaro patalpą, suskaičiuoja </w:t>
      </w:r>
      <w:r w:rsidRPr="00473912">
        <w:rPr>
          <w:rFonts w:eastAsia="SimSun"/>
          <w:color w:val="000000"/>
        </w:rPr>
        <w:t>panaudotuose Apklausos dalyvių sąrašo lapuose įrašytus dalyvius, kiek iš jų atsakė „taip“ ir „ne“, ir šiuos duomenis įrašo į vidaus reikalų ministro patvirtintos formos Apklausos balsų skaičiavimo protokolą. Protokolą</w:t>
      </w:r>
      <w:r w:rsidRPr="00473912">
        <w:rPr>
          <w:color w:val="000000"/>
          <w:lang w:eastAsia="lt-LT"/>
        </w:rPr>
        <w:t xml:space="preserve"> pasirašo visi balsų skaičiavime dalyvaujantys Komisijos nariai. Politinių partijų ir asociacijų stebėtojai pastabas raštu gali pateikti Komisijos pirmininkui. Balsų skaičiavime dalyvaujantys stebėtojai pasirašo protokole;</w:t>
      </w:r>
    </w:p>
    <w:p w14:paraId="28E4ADB5" w14:textId="77777777" w:rsidR="00473912" w:rsidRPr="00473912" w:rsidRDefault="00473912" w:rsidP="00473912">
      <w:pPr>
        <w:tabs>
          <w:tab w:val="left" w:pos="0"/>
          <w:tab w:val="left" w:pos="1134"/>
          <w:tab w:val="left" w:pos="2805"/>
        </w:tabs>
        <w:spacing w:after="0" w:line="240" w:lineRule="auto"/>
        <w:ind w:firstLine="1134"/>
        <w:jc w:val="both"/>
        <w:rPr>
          <w:color w:val="000000"/>
          <w:lang w:eastAsia="lt-LT"/>
        </w:rPr>
      </w:pPr>
      <w:r w:rsidRPr="00473912">
        <w:rPr>
          <w:color w:val="000000"/>
          <w:lang w:eastAsia="lt-LT"/>
        </w:rPr>
        <w:t xml:space="preserve">38.5. Komisija neįskaičiuoja gyventojo pareikštos nuomonės tik tuo atveju, jeigu dėl netinkamai užpildytų Apklausos dalyvių sąrašo lapų neįmanoma nustatyti tikrosios gyventojo valios dėl pateikto klausimo; </w:t>
      </w:r>
    </w:p>
    <w:p w14:paraId="67E8C0E8" w14:textId="77777777" w:rsidR="00473912" w:rsidRPr="00473912" w:rsidRDefault="00473912" w:rsidP="00473912">
      <w:pPr>
        <w:tabs>
          <w:tab w:val="left" w:pos="0"/>
          <w:tab w:val="left" w:pos="1440"/>
          <w:tab w:val="left" w:pos="1620"/>
          <w:tab w:val="left" w:pos="1800"/>
          <w:tab w:val="left" w:pos="2805"/>
        </w:tabs>
        <w:spacing w:after="0" w:line="240" w:lineRule="auto"/>
        <w:ind w:firstLine="1134"/>
        <w:jc w:val="both"/>
        <w:rPr>
          <w:color w:val="000000"/>
          <w:lang w:eastAsia="lt-LT"/>
        </w:rPr>
      </w:pPr>
      <w:r w:rsidRPr="00473912">
        <w:rPr>
          <w:color w:val="000000"/>
          <w:lang w:eastAsia="lt-LT"/>
        </w:rPr>
        <w:t>38.6. protokolą ir Apklausos sąrašo panaudotus bei nepanaudotus lapus kitą dieną  po įvykusios Apklausos pabaigos Komisijos pirmininkas pateikia Savivaldybės merui.</w:t>
      </w:r>
    </w:p>
    <w:p w14:paraId="673D8169" w14:textId="77777777" w:rsidR="00473912" w:rsidRPr="00473912" w:rsidRDefault="00473912" w:rsidP="00473912">
      <w:pPr>
        <w:tabs>
          <w:tab w:val="left" w:pos="1276"/>
          <w:tab w:val="left" w:pos="1620"/>
          <w:tab w:val="left" w:pos="1800"/>
        </w:tabs>
        <w:spacing w:after="0" w:line="240" w:lineRule="auto"/>
        <w:ind w:firstLine="1134"/>
        <w:jc w:val="both"/>
        <w:rPr>
          <w:color w:val="000000"/>
          <w:lang w:eastAsia="lt-LT"/>
        </w:rPr>
      </w:pPr>
      <w:r w:rsidRPr="00473912">
        <w:rPr>
          <w:color w:val="000000"/>
          <w:lang w:bidi="ar"/>
        </w:rPr>
        <w:lastRenderedPageBreak/>
        <w:t xml:space="preserve">39. Apklausa elektroninių ryšių priemonėmis Savivaldybės interneto svetainėje vykdoma mero potvarkyje nurodytu laikotarpiu ir nustatytu laiku. Apklausoje dalyvaujantys vietos gyventojai identifikuojasi elektroninių ryšių priemonėmis. Šiuo būdu Apklausą vykdyti draudžiama, jeigu  nėra techninių galimybių patikrinti asmens tapatybės bei gyvenamosios vietos. Vykdant Apklausą šiuo būdu taip pat turi būti užtikrinta galimybė vietos gyventojams pateikti savo nuomonę apklausoje teikiamu klausimu šio Aprašo 33.1 papunktyje nustatytu būdu. Komisija, pasibaigus Apklausai, suformuoja ataskaitą apie Apklausos rezultatus elektroninėmis ryšių priemonėmis ir suskaičiuoja balsavimo rezultatus šio Aprašo 35 punkte nustatyta tvarka. Galutiniai Apklausos rezultatai surašomi į </w:t>
      </w:r>
      <w:r w:rsidRPr="00473912">
        <w:rPr>
          <w:color w:val="000000"/>
          <w:lang w:eastAsia="lt-LT"/>
        </w:rPr>
        <w:t xml:space="preserve">vidaus reikalų ministro patvirtintos formos </w:t>
      </w:r>
      <w:r w:rsidRPr="00473912">
        <w:rPr>
          <w:color w:val="000000"/>
          <w:lang w:bidi="ar"/>
        </w:rPr>
        <w:t xml:space="preserve">protokolą, kurį </w:t>
      </w:r>
      <w:r w:rsidRPr="00473912">
        <w:rPr>
          <w:color w:val="000000"/>
          <w:lang w:eastAsia="lt-LT"/>
        </w:rPr>
        <w:t xml:space="preserve">pasirašo visi balsų skaičiavime dalyvaujantys Komisijos nariai. Balsų skaičiavime dalyvaujantys stebėtojai taip pasirašo protokole. </w:t>
      </w:r>
    </w:p>
    <w:p w14:paraId="3D9A8006" w14:textId="77777777" w:rsidR="00473912" w:rsidRPr="00473912" w:rsidRDefault="00473912" w:rsidP="00473912">
      <w:pPr>
        <w:tabs>
          <w:tab w:val="left" w:pos="1440"/>
        </w:tabs>
        <w:spacing w:after="0" w:line="240" w:lineRule="auto"/>
        <w:jc w:val="both"/>
        <w:rPr>
          <w:color w:val="000000"/>
          <w:lang w:eastAsia="lt-LT"/>
        </w:rPr>
      </w:pPr>
    </w:p>
    <w:p w14:paraId="6B2E28B7" w14:textId="77777777" w:rsidR="00473912" w:rsidRPr="00473912" w:rsidRDefault="00473912" w:rsidP="00473912">
      <w:pPr>
        <w:tabs>
          <w:tab w:val="left" w:pos="1440"/>
        </w:tabs>
        <w:spacing w:after="0" w:line="240" w:lineRule="auto"/>
        <w:jc w:val="center"/>
        <w:rPr>
          <w:b/>
          <w:color w:val="000000"/>
          <w:lang w:eastAsia="lt-LT"/>
        </w:rPr>
      </w:pPr>
      <w:r w:rsidRPr="00473912">
        <w:rPr>
          <w:b/>
          <w:color w:val="000000"/>
          <w:lang w:eastAsia="lt-LT"/>
        </w:rPr>
        <w:t>IV SKYRIUS</w:t>
      </w:r>
    </w:p>
    <w:p w14:paraId="64DCD9B5" w14:textId="77777777" w:rsidR="00473912" w:rsidRPr="00473912" w:rsidRDefault="00473912" w:rsidP="00473912">
      <w:pPr>
        <w:tabs>
          <w:tab w:val="left" w:pos="1440"/>
        </w:tabs>
        <w:spacing w:after="0" w:line="240" w:lineRule="auto"/>
        <w:jc w:val="center"/>
        <w:rPr>
          <w:b/>
          <w:color w:val="000000"/>
          <w:lang w:eastAsia="lt-LT"/>
        </w:rPr>
      </w:pPr>
      <w:r w:rsidRPr="00473912">
        <w:rPr>
          <w:b/>
          <w:color w:val="000000"/>
          <w:lang w:eastAsia="lt-LT"/>
        </w:rPr>
        <w:t xml:space="preserve">APKLAUSOS REZULTATŲ PASKELBIMAS IR SVARSTYMAS </w:t>
      </w:r>
    </w:p>
    <w:p w14:paraId="0798DDE2" w14:textId="77777777" w:rsidR="00473912" w:rsidRPr="00473912" w:rsidRDefault="00473912" w:rsidP="00473912">
      <w:pPr>
        <w:spacing w:after="0" w:line="240" w:lineRule="auto"/>
        <w:ind w:firstLine="1134"/>
        <w:jc w:val="both"/>
        <w:rPr>
          <w:color w:val="000000"/>
          <w:lang w:eastAsia="lt-LT"/>
        </w:rPr>
      </w:pPr>
    </w:p>
    <w:p w14:paraId="0E84D483" w14:textId="77777777" w:rsidR="00473912" w:rsidRPr="00473912" w:rsidRDefault="00473912" w:rsidP="00473912">
      <w:pPr>
        <w:spacing w:after="0" w:line="256" w:lineRule="auto"/>
        <w:ind w:firstLine="1280"/>
        <w:jc w:val="both"/>
        <w:rPr>
          <w:color w:val="000000"/>
          <w:lang w:eastAsia="lt-LT"/>
        </w:rPr>
      </w:pPr>
      <w:r w:rsidRPr="00473912">
        <w:rPr>
          <w:color w:val="000000"/>
          <w:lang w:bidi="ar"/>
        </w:rPr>
        <w:t xml:space="preserve">40. Ne vėliau kaip per 5 darbo dienas po Apklausos pabaigos Savivaldybės meras paskelbia Apklausos rezultatus, laikydamasis </w:t>
      </w:r>
      <w:r w:rsidRPr="00473912">
        <w:rPr>
          <w:color w:val="000000"/>
          <w:lang w:eastAsia="lt-LT"/>
        </w:rPr>
        <w:t>Lietuvos Respublikos vietos savivaldos įstatymo 43 straipsnyje nustatytų reikalavimų.</w:t>
      </w:r>
      <w:bookmarkStart w:id="4" w:name="part_931ed1006b3e429ba99b233f75dbc676"/>
      <w:bookmarkEnd w:id="4"/>
    </w:p>
    <w:p w14:paraId="18D95BEA" w14:textId="77777777" w:rsidR="00473912" w:rsidRPr="00473912" w:rsidRDefault="00473912" w:rsidP="00473912">
      <w:pPr>
        <w:numPr>
          <w:ilvl w:val="0"/>
          <w:numId w:val="4"/>
        </w:numPr>
        <w:spacing w:after="0" w:line="256" w:lineRule="auto"/>
        <w:jc w:val="both"/>
        <w:rPr>
          <w:color w:val="000000"/>
          <w:lang w:eastAsia="lt-LT"/>
        </w:rPr>
      </w:pPr>
      <w:r w:rsidRPr="00473912">
        <w:rPr>
          <w:color w:val="000000"/>
          <w:lang w:bidi="ar"/>
        </w:rPr>
        <w:t>Savivaldybės taryba privalo artimiausiame Savivaldybės tarybos posėdyje Reglamento nustatyta tvarka svarstyti Apklausai pateiktą klausimą, jeigu savo nuomonę pateiktu klausimu pareiškė ne mažiau kaip 10 procentų Apklausos teritorijos gyventojų, turinčių teisę dalyvauti Apklausoje.</w:t>
      </w:r>
      <w:bookmarkStart w:id="5" w:name="part_1b7cf35b14b24511babf8b09795447bf"/>
      <w:bookmarkEnd w:id="5"/>
    </w:p>
    <w:p w14:paraId="65A7EDEE" w14:textId="77777777" w:rsidR="00473912" w:rsidRPr="00473912" w:rsidRDefault="00473912" w:rsidP="00473912">
      <w:pPr>
        <w:numPr>
          <w:ilvl w:val="0"/>
          <w:numId w:val="4"/>
        </w:numPr>
        <w:spacing w:after="0" w:line="256" w:lineRule="auto"/>
        <w:jc w:val="both"/>
        <w:rPr>
          <w:color w:val="000000"/>
          <w:lang w:eastAsia="lt-LT"/>
        </w:rPr>
      </w:pPr>
      <w:r w:rsidRPr="00473912">
        <w:rPr>
          <w:color w:val="000000"/>
          <w:lang w:bidi="ar"/>
        </w:rPr>
        <w:t xml:space="preserve">Savivaldybės tarybos sprendime dėl Apklausai pateikto klausimo turi būti nurodyti Apklausos rezultatai ir Savivaldybės tarybos sprendimo motyvai. Savivaldybės tarybos sprendimas dėl Apklausai pateikto klausimo turi būti paskelbtas laikantis </w:t>
      </w:r>
      <w:r w:rsidRPr="00473912">
        <w:rPr>
          <w:color w:val="000000"/>
          <w:lang w:eastAsia="lt-LT"/>
        </w:rPr>
        <w:t>Lietuvos Respublikos vietos savivaldos įstatymo  43 straipsnyje nustatytų reikalavimų.</w:t>
      </w:r>
    </w:p>
    <w:p w14:paraId="765FC010" w14:textId="77777777" w:rsidR="00473912" w:rsidRPr="00473912" w:rsidRDefault="00473912" w:rsidP="00473912">
      <w:pPr>
        <w:tabs>
          <w:tab w:val="left" w:pos="1276"/>
        </w:tabs>
        <w:spacing w:after="0" w:line="240" w:lineRule="auto"/>
        <w:jc w:val="both"/>
        <w:rPr>
          <w:color w:val="000000"/>
          <w:lang w:eastAsia="lt-LT"/>
        </w:rPr>
      </w:pPr>
    </w:p>
    <w:p w14:paraId="525828A3" w14:textId="77777777" w:rsidR="00473912" w:rsidRPr="00473912" w:rsidRDefault="00473912" w:rsidP="00473912">
      <w:pPr>
        <w:tabs>
          <w:tab w:val="left" w:pos="1620"/>
        </w:tabs>
        <w:spacing w:after="0" w:line="240" w:lineRule="auto"/>
        <w:jc w:val="center"/>
        <w:rPr>
          <w:b/>
          <w:color w:val="000000"/>
          <w:lang w:eastAsia="lt-LT"/>
        </w:rPr>
      </w:pPr>
      <w:r w:rsidRPr="00473912">
        <w:rPr>
          <w:b/>
          <w:color w:val="000000"/>
          <w:lang w:eastAsia="lt-LT"/>
        </w:rPr>
        <w:t>V SKYRIUS</w:t>
      </w:r>
    </w:p>
    <w:p w14:paraId="1B1BD4C0" w14:textId="77777777" w:rsidR="00473912" w:rsidRPr="00473912" w:rsidRDefault="00473912" w:rsidP="00473912">
      <w:pPr>
        <w:tabs>
          <w:tab w:val="left" w:pos="1620"/>
        </w:tabs>
        <w:spacing w:after="0" w:line="240" w:lineRule="auto"/>
        <w:ind w:firstLine="62"/>
        <w:jc w:val="center"/>
        <w:rPr>
          <w:b/>
          <w:color w:val="000000"/>
          <w:lang w:eastAsia="lt-LT"/>
        </w:rPr>
      </w:pPr>
      <w:r w:rsidRPr="00473912">
        <w:rPr>
          <w:b/>
          <w:color w:val="000000"/>
          <w:lang w:eastAsia="lt-LT"/>
        </w:rPr>
        <w:t>BAIGIAMOSIOS NUOSTATOS</w:t>
      </w:r>
    </w:p>
    <w:p w14:paraId="15BD93EF" w14:textId="77777777" w:rsidR="00473912" w:rsidRPr="00473912" w:rsidRDefault="00473912" w:rsidP="00473912">
      <w:pPr>
        <w:tabs>
          <w:tab w:val="left" w:pos="1134"/>
          <w:tab w:val="left" w:pos="1620"/>
        </w:tabs>
        <w:spacing w:after="0" w:line="240" w:lineRule="auto"/>
        <w:ind w:firstLine="1134"/>
        <w:jc w:val="both"/>
        <w:rPr>
          <w:color w:val="000000"/>
          <w:lang w:eastAsia="lt-LT"/>
        </w:rPr>
      </w:pPr>
    </w:p>
    <w:p w14:paraId="24E0E48F" w14:textId="77777777" w:rsidR="00473912" w:rsidRPr="00473912" w:rsidRDefault="00473912" w:rsidP="00473912">
      <w:pPr>
        <w:numPr>
          <w:ilvl w:val="0"/>
          <w:numId w:val="4"/>
        </w:numPr>
        <w:tabs>
          <w:tab w:val="left" w:pos="1440"/>
          <w:tab w:val="left" w:pos="1620"/>
        </w:tabs>
        <w:spacing w:after="0" w:line="240" w:lineRule="auto"/>
        <w:jc w:val="both"/>
        <w:rPr>
          <w:color w:val="000000"/>
          <w:lang w:eastAsia="lt-LT"/>
        </w:rPr>
      </w:pPr>
      <w:r w:rsidRPr="00473912">
        <w:rPr>
          <w:color w:val="000000"/>
          <w:lang w:eastAsia="lt-LT"/>
        </w:rPr>
        <w:t>Vykdant Aprašo nuostatas, asmens duomenys tvarkomi vadovaujantis 2016 m. balandžio 27 d. Europos Parlamento ir Tarybos reglamentu (ES) 2016/679 dėl fizinių asmenų apsaugos tvarkant asmens duomenis ir dėl laisvo tokių duomenų judėjimo ir kuriuo panaikinama Direktyva 95/46/EB (Bendrasis duomenų apsaugos reglamentas), Lietuvos Respublikos asmens duomenų teisinės apsaugos įstatymu ir kitais teisės aktais, reglamentuojančiais asmens duomenų tvarkymą ir apsaugą.</w:t>
      </w:r>
    </w:p>
    <w:p w14:paraId="62AD0648" w14:textId="77777777" w:rsidR="00473912" w:rsidRPr="00473912" w:rsidRDefault="00473912" w:rsidP="00473912">
      <w:pPr>
        <w:tabs>
          <w:tab w:val="left" w:pos="1620"/>
        </w:tabs>
        <w:spacing w:after="0" w:line="240" w:lineRule="auto"/>
        <w:ind w:firstLine="1260"/>
        <w:jc w:val="both"/>
        <w:rPr>
          <w:color w:val="000000"/>
          <w:lang w:eastAsia="lt-LT"/>
        </w:rPr>
      </w:pPr>
      <w:r w:rsidRPr="00473912">
        <w:rPr>
          <w:color w:val="000000"/>
          <w:lang w:eastAsia="lt-LT"/>
        </w:rPr>
        <w:t>44. Apklausos organizavimo išlaidos apmokamos iš Savivaldybės biudžeto. Patalpas Apklausai suteikia Savivaldybės administracijos direktorius, jas parengia ir techniškai aptarnauja seniūnai, kurių teritorijoje vyksta Apklausa.</w:t>
      </w:r>
    </w:p>
    <w:p w14:paraId="22D6EB2C" w14:textId="77777777" w:rsidR="00473912" w:rsidRPr="00473912" w:rsidRDefault="00473912" w:rsidP="00473912">
      <w:pPr>
        <w:tabs>
          <w:tab w:val="left" w:pos="1620"/>
        </w:tabs>
        <w:spacing w:after="0" w:line="240" w:lineRule="auto"/>
        <w:ind w:firstLine="1260"/>
        <w:jc w:val="both"/>
        <w:rPr>
          <w:color w:val="000000"/>
          <w:lang w:eastAsia="lt-LT"/>
        </w:rPr>
      </w:pPr>
      <w:r w:rsidRPr="00473912">
        <w:rPr>
          <w:color w:val="000000"/>
          <w:lang w:eastAsia="lt-LT"/>
        </w:rPr>
        <w:t xml:space="preserve">45. Skundus dėl Komisijos sprendimų, Apklausos balsų skaičiavimo protokolų surašymo, taip pat kitus prašymus ir skundus dėl šio Aprašo nuostatų pažeidimų nagrinėja Savivaldybės mero sudaryta atskira komisija, kuri per 5 darbo dienas pateikia merui motyvuotą išvadą. Sprendimą dėl prašymų ir skundų nagrinėjimo priima Savivaldybės meras, kuris įforminamas Savivaldybės mero potvarkiu ne vėliau kaip per 2 darbo dienas nuo motyvuotos išvados gavimo dienos. </w:t>
      </w:r>
    </w:p>
    <w:p w14:paraId="2A08C9DB" w14:textId="77777777" w:rsidR="00473912" w:rsidRPr="00473912" w:rsidRDefault="00473912" w:rsidP="00473912">
      <w:pPr>
        <w:tabs>
          <w:tab w:val="left" w:pos="1276"/>
        </w:tabs>
        <w:spacing w:after="0" w:line="240" w:lineRule="auto"/>
        <w:ind w:firstLine="1276"/>
        <w:jc w:val="both"/>
        <w:rPr>
          <w:color w:val="000000"/>
          <w:lang w:eastAsia="lt-LT"/>
        </w:rPr>
      </w:pPr>
      <w:r w:rsidRPr="00473912">
        <w:rPr>
          <w:color w:val="000000"/>
          <w:lang w:eastAsia="lt-LT"/>
        </w:rPr>
        <w:t>46. Pakartotinė Apklausa turi būti atliekama ne vėliau kaip per 6 mėnesius nuo tos dienos, kurią turėjo būti vykdoma Apklausa, jeigu numatyta Apklausa neįvyko dėl vykdytojų kaltės arba Apklausos rezultatai dėl šios tvarkos pažeidimų buvo pripažinti negaliojančiais. Motyvuotą sprendimą pripažinti Apklausos rezultatus negaliojančiais priima Savivaldybės taryba.</w:t>
      </w:r>
    </w:p>
    <w:p w14:paraId="2E34AC5A" w14:textId="77777777" w:rsidR="00740FAD" w:rsidRDefault="00740FAD" w:rsidP="00683741">
      <w:pPr>
        <w:tabs>
          <w:tab w:val="left" w:pos="1276"/>
        </w:tabs>
        <w:spacing w:after="0" w:line="240" w:lineRule="auto"/>
        <w:ind w:firstLine="1276"/>
        <w:jc w:val="both"/>
        <w:rPr>
          <w:color w:val="000000"/>
          <w:lang w:eastAsia="lt-LT"/>
        </w:rPr>
      </w:pPr>
    </w:p>
    <w:p w14:paraId="35C4D1B6" w14:textId="77777777" w:rsidR="00683741" w:rsidRPr="006E00C9" w:rsidRDefault="00683741" w:rsidP="00683741">
      <w:pPr>
        <w:tabs>
          <w:tab w:val="left" w:pos="4962"/>
        </w:tabs>
        <w:spacing w:after="0" w:line="240" w:lineRule="auto"/>
        <w:jc w:val="center"/>
        <w:rPr>
          <w:color w:val="000000"/>
          <w:lang w:eastAsia="de-DE"/>
        </w:rPr>
      </w:pPr>
      <w:r>
        <w:rPr>
          <w:color w:val="000000"/>
          <w:lang w:eastAsia="de-DE"/>
        </w:rPr>
        <w:t>________________________</w:t>
      </w:r>
    </w:p>
    <w:sectPr w:rsidR="00683741" w:rsidRPr="006E00C9">
      <w:headerReference w:type="default" r:id="rId9"/>
      <w:headerReference w:type="first" r:id="rId10"/>
      <w:pgSz w:w="11906" w:h="16838"/>
      <w:pgMar w:top="1134" w:right="567" w:bottom="1134" w:left="1701"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63A5EE" w14:textId="77777777" w:rsidR="005112A5" w:rsidRDefault="005112A5">
      <w:pPr>
        <w:spacing w:after="0" w:line="240" w:lineRule="auto"/>
      </w:pPr>
      <w:r>
        <w:separator/>
      </w:r>
    </w:p>
  </w:endnote>
  <w:endnote w:type="continuationSeparator" w:id="0">
    <w:p w14:paraId="0D1FA48E" w14:textId="77777777" w:rsidR="005112A5" w:rsidRDefault="005112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FD72A4" w14:textId="77777777" w:rsidR="005112A5" w:rsidRDefault="005112A5">
      <w:pPr>
        <w:spacing w:after="0" w:line="240" w:lineRule="auto"/>
      </w:pPr>
      <w:r>
        <w:separator/>
      </w:r>
    </w:p>
  </w:footnote>
  <w:footnote w:type="continuationSeparator" w:id="0">
    <w:p w14:paraId="5B700E7C" w14:textId="77777777" w:rsidR="005112A5" w:rsidRDefault="005112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73D1C" w14:textId="03715C16" w:rsidR="00A245B3" w:rsidRDefault="0097046F">
    <w:pPr>
      <w:pStyle w:val="Antrats"/>
      <w:jc w:val="right"/>
      <w:rPr>
        <w:b/>
      </w:rPr>
    </w:pPr>
    <w:r>
      <w:rPr>
        <w:noProof/>
      </w:rPr>
      <mc:AlternateContent>
        <mc:Choice Requires="wps">
          <w:drawing>
            <wp:anchor distT="0" distB="0" distL="0" distR="0" simplePos="0" relativeHeight="251657728" behindDoc="1" locked="0" layoutInCell="1" allowOverlap="1" wp14:anchorId="38F9EAB8" wp14:editId="37F9C117">
              <wp:simplePos x="0" y="0"/>
              <wp:positionH relativeFrom="margin">
                <wp:align>center</wp:align>
              </wp:positionH>
              <wp:positionV relativeFrom="paragraph">
                <wp:posOffset>1270</wp:posOffset>
              </wp:positionV>
              <wp:extent cx="499110" cy="263525"/>
              <wp:effectExtent l="0" t="0" r="0" b="0"/>
              <wp:wrapSquare wrapText="largest"/>
              <wp:docPr id="1" name="Kadras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9110" cy="263525"/>
                      </a:xfrm>
                      <a:prstGeom prst="rect">
                        <a:avLst/>
                      </a:prstGeom>
                      <a:noFill/>
                      <a:ln>
                        <a:noFill/>
                      </a:ln>
                      <a:effectLst/>
                    </wps:spPr>
                    <wps:txbx>
                      <w:txbxContent>
                        <w:p w14:paraId="66AE5488" w14:textId="77777777" w:rsidR="00A245B3" w:rsidRDefault="00DE2D6A">
                          <w:pPr>
                            <w:pStyle w:val="Antrats"/>
                            <w:rPr>
                              <w:color w:val="000000"/>
                            </w:rPr>
                          </w:pPr>
                          <w:r>
                            <w:rPr>
                              <w:color w:val="000000"/>
                            </w:rPr>
                            <w:fldChar w:fldCharType="begin"/>
                          </w:r>
                          <w:r>
                            <w:instrText>PAGE</w:instrText>
                          </w:r>
                          <w:r>
                            <w:fldChar w:fldCharType="separate"/>
                          </w:r>
                          <w:r>
                            <w:t>2</w:t>
                          </w:r>
                          <w:r>
                            <w:fldChar w:fldCharType="end"/>
                          </w:r>
                        </w:p>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38F9EAB8" id="Kadras1" o:spid="_x0000_s1026" style="position:absolute;left:0;text-align:left;margin-left:0;margin-top:.1pt;width:39.3pt;height:20.75pt;z-index:-251658752;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" filled="f" stroked="f">
              <v:textbox>
                <w:txbxContent>
                  <w:p w14:paraId="66AE5488" w14:textId="77777777" w:rsidR="00A245B3" w:rsidRDefault="00DE2D6A">
                    <w:pPr>
                      <w:pStyle w:val="Antrats"/>
                      <w:rPr>
                        <w:color w:val="000000"/>
                      </w:rPr>
                    </w:pPr>
                    <w:r>
                      <w:rPr>
                        <w:color w:val="000000"/>
                      </w:rPr>
                      <w:fldChar w:fldCharType="begin"/>
                    </w:r>
                    <w:r>
                      <w:instrText>PAGE</w:instrText>
                    </w:r>
                    <w:r>
                      <w:fldChar w:fldCharType="separate"/>
                    </w:r>
                    <w:r>
                      <w:t>2</w:t>
                    </w:r>
                    <w:r>
                      <w:fldChar w:fldCharType="end"/>
                    </w:r>
                  </w:p>
                </w:txbxContent>
              </v:textbox>
              <w10:wrap type="square" side="largest" anchorx="margin"/>
            </v:rect>
          </w:pict>
        </mc:Fallback>
      </mc:AlternateContent>
    </w:r>
    <w:r w:rsidR="00DE2D6A">
      <w:rPr>
        <w: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F69B7" w14:textId="77777777" w:rsidR="00A245B3" w:rsidRPr="00E74341" w:rsidRDefault="00A245B3">
    <w:pPr>
      <w:pStyle w:val="Antrats"/>
      <w:wordWrap w:val="0"/>
      <w:jc w:val="right"/>
      <w:rPr>
        <w:b/>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059544"/>
    <w:multiLevelType w:val="singleLevel"/>
    <w:tmpl w:val="FF059544"/>
    <w:lvl w:ilvl="0">
      <w:start w:val="38"/>
      <w:numFmt w:val="decimal"/>
      <w:suff w:val="space"/>
      <w:lvlText w:val="%1."/>
      <w:lvlJc w:val="left"/>
    </w:lvl>
  </w:abstractNum>
  <w:abstractNum w:abstractNumId="1" w15:restartNumberingAfterBreak="0">
    <w:nsid w:val="0B24070C"/>
    <w:multiLevelType w:val="hybridMultilevel"/>
    <w:tmpl w:val="2A542E24"/>
    <w:lvl w:ilvl="0" w:tplc="28DCC4C4">
      <w:start w:val="41"/>
      <w:numFmt w:val="decimal"/>
      <w:suff w:val="space"/>
      <w:lvlText w:val="%1."/>
      <w:lvlJc w:val="left"/>
      <w:pPr>
        <w:ind w:left="0" w:firstLine="1247"/>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50C60D00"/>
    <w:multiLevelType w:val="hybridMultilevel"/>
    <w:tmpl w:val="1EC4A7AC"/>
    <w:lvl w:ilvl="0" w:tplc="77020980">
      <w:start w:val="39"/>
      <w:numFmt w:val="decimal"/>
      <w:suff w:val="space"/>
      <w:lvlText w:val="%1."/>
      <w:lvlJc w:val="left"/>
      <w:pPr>
        <w:ind w:left="0" w:firstLine="1280"/>
      </w:pPr>
      <w:rPr>
        <w:rFonts w:hint="default"/>
      </w:rPr>
    </w:lvl>
    <w:lvl w:ilvl="1" w:tplc="04270019" w:tentative="1">
      <w:start w:val="1"/>
      <w:numFmt w:val="lowerLetter"/>
      <w:lvlText w:val="%2."/>
      <w:lvlJc w:val="left"/>
      <w:pPr>
        <w:ind w:left="2360" w:hanging="360"/>
      </w:pPr>
    </w:lvl>
    <w:lvl w:ilvl="2" w:tplc="0427001B" w:tentative="1">
      <w:start w:val="1"/>
      <w:numFmt w:val="lowerRoman"/>
      <w:lvlText w:val="%3."/>
      <w:lvlJc w:val="right"/>
      <w:pPr>
        <w:ind w:left="3080" w:hanging="180"/>
      </w:pPr>
    </w:lvl>
    <w:lvl w:ilvl="3" w:tplc="0427000F" w:tentative="1">
      <w:start w:val="1"/>
      <w:numFmt w:val="decimal"/>
      <w:lvlText w:val="%4."/>
      <w:lvlJc w:val="left"/>
      <w:pPr>
        <w:ind w:left="3800" w:hanging="360"/>
      </w:pPr>
    </w:lvl>
    <w:lvl w:ilvl="4" w:tplc="04270019" w:tentative="1">
      <w:start w:val="1"/>
      <w:numFmt w:val="lowerLetter"/>
      <w:lvlText w:val="%5."/>
      <w:lvlJc w:val="left"/>
      <w:pPr>
        <w:ind w:left="4520" w:hanging="360"/>
      </w:pPr>
    </w:lvl>
    <w:lvl w:ilvl="5" w:tplc="0427001B" w:tentative="1">
      <w:start w:val="1"/>
      <w:numFmt w:val="lowerRoman"/>
      <w:lvlText w:val="%6."/>
      <w:lvlJc w:val="right"/>
      <w:pPr>
        <w:ind w:left="5240" w:hanging="180"/>
      </w:pPr>
    </w:lvl>
    <w:lvl w:ilvl="6" w:tplc="0427000F" w:tentative="1">
      <w:start w:val="1"/>
      <w:numFmt w:val="decimal"/>
      <w:lvlText w:val="%7."/>
      <w:lvlJc w:val="left"/>
      <w:pPr>
        <w:ind w:left="5960" w:hanging="360"/>
      </w:pPr>
    </w:lvl>
    <w:lvl w:ilvl="7" w:tplc="04270019" w:tentative="1">
      <w:start w:val="1"/>
      <w:numFmt w:val="lowerLetter"/>
      <w:lvlText w:val="%8."/>
      <w:lvlJc w:val="left"/>
      <w:pPr>
        <w:ind w:left="6680" w:hanging="360"/>
      </w:pPr>
    </w:lvl>
    <w:lvl w:ilvl="8" w:tplc="0427001B" w:tentative="1">
      <w:start w:val="1"/>
      <w:numFmt w:val="lowerRoman"/>
      <w:lvlText w:val="%9."/>
      <w:lvlJc w:val="right"/>
      <w:pPr>
        <w:ind w:left="7400" w:hanging="180"/>
      </w:pPr>
    </w:lvl>
  </w:abstractNum>
  <w:abstractNum w:abstractNumId="3" w15:restartNumberingAfterBreak="0">
    <w:nsid w:val="5A2832EC"/>
    <w:multiLevelType w:val="multilevel"/>
    <w:tmpl w:val="5A2832EC"/>
    <w:lvl w:ilvl="0">
      <w:start w:val="1"/>
      <w:numFmt w:val="none"/>
      <w:pStyle w:val="Antrat1"/>
      <w:suff w:val="nothing"/>
      <w:lvlText w:val=""/>
      <w:lvlJc w:val="left"/>
      <w:pPr>
        <w:ind w:left="0" w:firstLine="0"/>
      </w:pPr>
    </w:lvl>
    <w:lvl w:ilvl="1">
      <w:start w:val="1"/>
      <w:numFmt w:val="none"/>
      <w:pStyle w:val="Antrat2"/>
      <w:suff w:val="nothing"/>
      <w:lvlText w:val=""/>
      <w:lvlJc w:val="left"/>
      <w:pPr>
        <w:ind w:left="0" w:firstLine="0"/>
      </w:pPr>
    </w:lvl>
    <w:lvl w:ilvl="2">
      <w:start w:val="1"/>
      <w:numFmt w:val="none"/>
      <w:pStyle w:val="Antrat3"/>
      <w:suff w:val="nothing"/>
      <w:lvlText w:val=""/>
      <w:lvlJc w:val="left"/>
      <w:pPr>
        <w:ind w:left="0" w:firstLine="0"/>
      </w:pPr>
    </w:lvl>
    <w:lvl w:ilvl="3">
      <w:start w:val="1"/>
      <w:numFmt w:val="none"/>
      <w:pStyle w:val="Antrat4"/>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189101637">
    <w:abstractNumId w:val="3"/>
  </w:num>
  <w:num w:numId="2" w16cid:durableId="1527871370">
    <w:abstractNumId w:val="0"/>
  </w:num>
  <w:num w:numId="3" w16cid:durableId="1077559710">
    <w:abstractNumId w:val="2"/>
  </w:num>
  <w:num w:numId="4" w16cid:durableId="315381372">
    <w:abstractNumId w:val="1"/>
    <w:lvlOverride w:ilvl="0">
      <w:startOverride w:val="4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1296"/>
  <w:hyphenationZone w:val="396"/>
  <w:noPunctuationKerning/>
  <w:characterSpacingControl w:val="doNotCompress"/>
  <w:hdrShapeDefaults>
    <o:shapedefaults v:ext="edit" spidmax="3074"/>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59CD"/>
    <w:rsid w:val="000021C1"/>
    <w:rsid w:val="000069A9"/>
    <w:rsid w:val="000110FA"/>
    <w:rsid w:val="00015A8C"/>
    <w:rsid w:val="0001684A"/>
    <w:rsid w:val="00030AFC"/>
    <w:rsid w:val="00042AE9"/>
    <w:rsid w:val="000436CD"/>
    <w:rsid w:val="0005411B"/>
    <w:rsid w:val="00056CA9"/>
    <w:rsid w:val="00062E1E"/>
    <w:rsid w:val="00064449"/>
    <w:rsid w:val="00066785"/>
    <w:rsid w:val="00080BC0"/>
    <w:rsid w:val="00081B77"/>
    <w:rsid w:val="000823FF"/>
    <w:rsid w:val="00083ABA"/>
    <w:rsid w:val="00091331"/>
    <w:rsid w:val="000919C3"/>
    <w:rsid w:val="00094167"/>
    <w:rsid w:val="000A3038"/>
    <w:rsid w:val="000A70B6"/>
    <w:rsid w:val="000C065C"/>
    <w:rsid w:val="000C0AAB"/>
    <w:rsid w:val="000D5B53"/>
    <w:rsid w:val="000D5C37"/>
    <w:rsid w:val="000D6E54"/>
    <w:rsid w:val="000E6597"/>
    <w:rsid w:val="000F33BB"/>
    <w:rsid w:val="000F3E5F"/>
    <w:rsid w:val="000F598A"/>
    <w:rsid w:val="001022C5"/>
    <w:rsid w:val="00105BF9"/>
    <w:rsid w:val="00112551"/>
    <w:rsid w:val="001168C1"/>
    <w:rsid w:val="00131B8E"/>
    <w:rsid w:val="00132B8E"/>
    <w:rsid w:val="0013384D"/>
    <w:rsid w:val="0013736D"/>
    <w:rsid w:val="00140115"/>
    <w:rsid w:val="00145F71"/>
    <w:rsid w:val="00150975"/>
    <w:rsid w:val="0015543A"/>
    <w:rsid w:val="00155EED"/>
    <w:rsid w:val="001577DA"/>
    <w:rsid w:val="00161BCA"/>
    <w:rsid w:val="00163B1B"/>
    <w:rsid w:val="00165132"/>
    <w:rsid w:val="0018634A"/>
    <w:rsid w:val="00187ECF"/>
    <w:rsid w:val="00190968"/>
    <w:rsid w:val="001A27AC"/>
    <w:rsid w:val="001A42A9"/>
    <w:rsid w:val="001A7B47"/>
    <w:rsid w:val="001B0AE7"/>
    <w:rsid w:val="001B1734"/>
    <w:rsid w:val="001B6964"/>
    <w:rsid w:val="001C5205"/>
    <w:rsid w:val="001C533C"/>
    <w:rsid w:val="001C5D4C"/>
    <w:rsid w:val="001C7E99"/>
    <w:rsid w:val="001D4C3C"/>
    <w:rsid w:val="001F2D7A"/>
    <w:rsid w:val="002018B5"/>
    <w:rsid w:val="002177FD"/>
    <w:rsid w:val="00223A74"/>
    <w:rsid w:val="002244EF"/>
    <w:rsid w:val="00224BC8"/>
    <w:rsid w:val="00224D36"/>
    <w:rsid w:val="00225D5A"/>
    <w:rsid w:val="00231958"/>
    <w:rsid w:val="00232760"/>
    <w:rsid w:val="002355E8"/>
    <w:rsid w:val="0026238E"/>
    <w:rsid w:val="00263A9E"/>
    <w:rsid w:val="00265F82"/>
    <w:rsid w:val="00270EF4"/>
    <w:rsid w:val="00284285"/>
    <w:rsid w:val="00287BF1"/>
    <w:rsid w:val="002A0326"/>
    <w:rsid w:val="002B3035"/>
    <w:rsid w:val="002B742E"/>
    <w:rsid w:val="002B7869"/>
    <w:rsid w:val="002B7B44"/>
    <w:rsid w:val="002E4166"/>
    <w:rsid w:val="002E4BA1"/>
    <w:rsid w:val="002E520F"/>
    <w:rsid w:val="002F4C5F"/>
    <w:rsid w:val="003036A7"/>
    <w:rsid w:val="00311A6E"/>
    <w:rsid w:val="00317EF5"/>
    <w:rsid w:val="00320C95"/>
    <w:rsid w:val="003365CF"/>
    <w:rsid w:val="003445FE"/>
    <w:rsid w:val="0035048B"/>
    <w:rsid w:val="00361D94"/>
    <w:rsid w:val="00363046"/>
    <w:rsid w:val="0036595B"/>
    <w:rsid w:val="00367B19"/>
    <w:rsid w:val="0037561F"/>
    <w:rsid w:val="00376207"/>
    <w:rsid w:val="003834C4"/>
    <w:rsid w:val="00383811"/>
    <w:rsid w:val="00384F2B"/>
    <w:rsid w:val="00385412"/>
    <w:rsid w:val="003916A3"/>
    <w:rsid w:val="00396D31"/>
    <w:rsid w:val="00396EC8"/>
    <w:rsid w:val="00397157"/>
    <w:rsid w:val="003A24A3"/>
    <w:rsid w:val="003A314A"/>
    <w:rsid w:val="003C2170"/>
    <w:rsid w:val="003E147A"/>
    <w:rsid w:val="003F37F5"/>
    <w:rsid w:val="00401E14"/>
    <w:rsid w:val="00403A1F"/>
    <w:rsid w:val="004079F9"/>
    <w:rsid w:val="004119E1"/>
    <w:rsid w:val="00414566"/>
    <w:rsid w:val="004168FE"/>
    <w:rsid w:val="004170E1"/>
    <w:rsid w:val="00420A50"/>
    <w:rsid w:val="0042158E"/>
    <w:rsid w:val="00424FCC"/>
    <w:rsid w:val="00426196"/>
    <w:rsid w:val="00426E71"/>
    <w:rsid w:val="00433D69"/>
    <w:rsid w:val="004414C0"/>
    <w:rsid w:val="00444042"/>
    <w:rsid w:val="00447146"/>
    <w:rsid w:val="0045018B"/>
    <w:rsid w:val="00457601"/>
    <w:rsid w:val="004610D9"/>
    <w:rsid w:val="004669A4"/>
    <w:rsid w:val="0047031A"/>
    <w:rsid w:val="004721DE"/>
    <w:rsid w:val="00473912"/>
    <w:rsid w:val="00473EC2"/>
    <w:rsid w:val="00474523"/>
    <w:rsid w:val="00481EB4"/>
    <w:rsid w:val="004834F0"/>
    <w:rsid w:val="00494E4A"/>
    <w:rsid w:val="00496EA9"/>
    <w:rsid w:val="004A3DE0"/>
    <w:rsid w:val="004A42BC"/>
    <w:rsid w:val="004A7042"/>
    <w:rsid w:val="004B589C"/>
    <w:rsid w:val="004B7856"/>
    <w:rsid w:val="004B7E1C"/>
    <w:rsid w:val="004C012B"/>
    <w:rsid w:val="004C2633"/>
    <w:rsid w:val="004C7A19"/>
    <w:rsid w:val="004D439D"/>
    <w:rsid w:val="004F7B1B"/>
    <w:rsid w:val="005112A5"/>
    <w:rsid w:val="00512F5F"/>
    <w:rsid w:val="005301EC"/>
    <w:rsid w:val="00544B0B"/>
    <w:rsid w:val="00554F34"/>
    <w:rsid w:val="00555B15"/>
    <w:rsid w:val="00557518"/>
    <w:rsid w:val="005625F4"/>
    <w:rsid w:val="00563060"/>
    <w:rsid w:val="00570277"/>
    <w:rsid w:val="00572E56"/>
    <w:rsid w:val="005756E9"/>
    <w:rsid w:val="0057610F"/>
    <w:rsid w:val="00583E6A"/>
    <w:rsid w:val="005958A9"/>
    <w:rsid w:val="005A0C9D"/>
    <w:rsid w:val="005A593B"/>
    <w:rsid w:val="005B3757"/>
    <w:rsid w:val="005C0710"/>
    <w:rsid w:val="005C0C0C"/>
    <w:rsid w:val="005D3BAE"/>
    <w:rsid w:val="005D4D45"/>
    <w:rsid w:val="005E6528"/>
    <w:rsid w:val="005F06AC"/>
    <w:rsid w:val="005F0A09"/>
    <w:rsid w:val="005F43ED"/>
    <w:rsid w:val="005F78B8"/>
    <w:rsid w:val="0060124D"/>
    <w:rsid w:val="0060772E"/>
    <w:rsid w:val="00631327"/>
    <w:rsid w:val="006326B8"/>
    <w:rsid w:val="00635225"/>
    <w:rsid w:val="006362F9"/>
    <w:rsid w:val="0063768C"/>
    <w:rsid w:val="00642BFC"/>
    <w:rsid w:val="00655335"/>
    <w:rsid w:val="00661377"/>
    <w:rsid w:val="006731FD"/>
    <w:rsid w:val="00683741"/>
    <w:rsid w:val="006848F0"/>
    <w:rsid w:val="006875F6"/>
    <w:rsid w:val="0069033C"/>
    <w:rsid w:val="006949BE"/>
    <w:rsid w:val="00694EFF"/>
    <w:rsid w:val="006A086C"/>
    <w:rsid w:val="006A6A4A"/>
    <w:rsid w:val="006C7CA3"/>
    <w:rsid w:val="006D1169"/>
    <w:rsid w:val="006E00C9"/>
    <w:rsid w:val="006F05DC"/>
    <w:rsid w:val="006F19BA"/>
    <w:rsid w:val="006F1A0D"/>
    <w:rsid w:val="006F1A53"/>
    <w:rsid w:val="006F2B34"/>
    <w:rsid w:val="006F409E"/>
    <w:rsid w:val="006F77A6"/>
    <w:rsid w:val="00700A53"/>
    <w:rsid w:val="00700FFD"/>
    <w:rsid w:val="0070394F"/>
    <w:rsid w:val="00705925"/>
    <w:rsid w:val="0071077F"/>
    <w:rsid w:val="007173EB"/>
    <w:rsid w:val="0072444E"/>
    <w:rsid w:val="0072447A"/>
    <w:rsid w:val="007275F0"/>
    <w:rsid w:val="00740FAD"/>
    <w:rsid w:val="0074328E"/>
    <w:rsid w:val="007626F1"/>
    <w:rsid w:val="00764D88"/>
    <w:rsid w:val="007944AE"/>
    <w:rsid w:val="007A2B88"/>
    <w:rsid w:val="007A6918"/>
    <w:rsid w:val="007B07C2"/>
    <w:rsid w:val="007B74F5"/>
    <w:rsid w:val="007C577B"/>
    <w:rsid w:val="007C703E"/>
    <w:rsid w:val="007C7A03"/>
    <w:rsid w:val="007D2890"/>
    <w:rsid w:val="007D63C4"/>
    <w:rsid w:val="007E6D0E"/>
    <w:rsid w:val="007F0EAF"/>
    <w:rsid w:val="007F38F4"/>
    <w:rsid w:val="00810B61"/>
    <w:rsid w:val="00811510"/>
    <w:rsid w:val="0081240E"/>
    <w:rsid w:val="00821807"/>
    <w:rsid w:val="0082447E"/>
    <w:rsid w:val="0082507C"/>
    <w:rsid w:val="008274BE"/>
    <w:rsid w:val="00830B16"/>
    <w:rsid w:val="008311D6"/>
    <w:rsid w:val="00832757"/>
    <w:rsid w:val="008355DE"/>
    <w:rsid w:val="008460EE"/>
    <w:rsid w:val="008624F6"/>
    <w:rsid w:val="0087754D"/>
    <w:rsid w:val="00881E1F"/>
    <w:rsid w:val="008831F7"/>
    <w:rsid w:val="00883BA5"/>
    <w:rsid w:val="00884541"/>
    <w:rsid w:val="00885C84"/>
    <w:rsid w:val="00887850"/>
    <w:rsid w:val="00890DB4"/>
    <w:rsid w:val="008934CE"/>
    <w:rsid w:val="008C0BAF"/>
    <w:rsid w:val="008C0C2F"/>
    <w:rsid w:val="008D5DF2"/>
    <w:rsid w:val="008F71B2"/>
    <w:rsid w:val="00901EA1"/>
    <w:rsid w:val="00917C1E"/>
    <w:rsid w:val="00931670"/>
    <w:rsid w:val="009355FD"/>
    <w:rsid w:val="00943274"/>
    <w:rsid w:val="00950A06"/>
    <w:rsid w:val="0095592C"/>
    <w:rsid w:val="00963346"/>
    <w:rsid w:val="00966E00"/>
    <w:rsid w:val="0097046F"/>
    <w:rsid w:val="00971BAE"/>
    <w:rsid w:val="00972203"/>
    <w:rsid w:val="00976793"/>
    <w:rsid w:val="00983248"/>
    <w:rsid w:val="009868F0"/>
    <w:rsid w:val="00990629"/>
    <w:rsid w:val="0099352F"/>
    <w:rsid w:val="009A13F1"/>
    <w:rsid w:val="009A2BC3"/>
    <w:rsid w:val="009A7F69"/>
    <w:rsid w:val="009B49E7"/>
    <w:rsid w:val="009B5C73"/>
    <w:rsid w:val="009C2535"/>
    <w:rsid w:val="009C39D3"/>
    <w:rsid w:val="009C664C"/>
    <w:rsid w:val="009F1B3F"/>
    <w:rsid w:val="009F4B46"/>
    <w:rsid w:val="009F5B59"/>
    <w:rsid w:val="00A00763"/>
    <w:rsid w:val="00A049CE"/>
    <w:rsid w:val="00A05EFE"/>
    <w:rsid w:val="00A075B0"/>
    <w:rsid w:val="00A10F33"/>
    <w:rsid w:val="00A12147"/>
    <w:rsid w:val="00A15427"/>
    <w:rsid w:val="00A20F82"/>
    <w:rsid w:val="00A245B3"/>
    <w:rsid w:val="00A277AF"/>
    <w:rsid w:val="00A31664"/>
    <w:rsid w:val="00A3607A"/>
    <w:rsid w:val="00A514CC"/>
    <w:rsid w:val="00A60ACF"/>
    <w:rsid w:val="00A71AF3"/>
    <w:rsid w:val="00A86FDE"/>
    <w:rsid w:val="00A908C9"/>
    <w:rsid w:val="00A93B2E"/>
    <w:rsid w:val="00A97EF7"/>
    <w:rsid w:val="00AA2CC1"/>
    <w:rsid w:val="00AB03A7"/>
    <w:rsid w:val="00AB3972"/>
    <w:rsid w:val="00AB3C48"/>
    <w:rsid w:val="00AE5933"/>
    <w:rsid w:val="00AF7199"/>
    <w:rsid w:val="00B1350E"/>
    <w:rsid w:val="00B1797F"/>
    <w:rsid w:val="00B21A4D"/>
    <w:rsid w:val="00B23719"/>
    <w:rsid w:val="00B238B7"/>
    <w:rsid w:val="00B25778"/>
    <w:rsid w:val="00B316BE"/>
    <w:rsid w:val="00B34A2B"/>
    <w:rsid w:val="00B40334"/>
    <w:rsid w:val="00B46651"/>
    <w:rsid w:val="00B47714"/>
    <w:rsid w:val="00B50C76"/>
    <w:rsid w:val="00B53011"/>
    <w:rsid w:val="00B559DD"/>
    <w:rsid w:val="00B575F7"/>
    <w:rsid w:val="00B6457B"/>
    <w:rsid w:val="00B656FF"/>
    <w:rsid w:val="00B669AA"/>
    <w:rsid w:val="00B71278"/>
    <w:rsid w:val="00B80DD4"/>
    <w:rsid w:val="00B83D9F"/>
    <w:rsid w:val="00B848DA"/>
    <w:rsid w:val="00B90129"/>
    <w:rsid w:val="00B9071B"/>
    <w:rsid w:val="00B9123E"/>
    <w:rsid w:val="00B91B0D"/>
    <w:rsid w:val="00B958AF"/>
    <w:rsid w:val="00B96B0F"/>
    <w:rsid w:val="00BA04E1"/>
    <w:rsid w:val="00BA154D"/>
    <w:rsid w:val="00BA4B62"/>
    <w:rsid w:val="00BA5D16"/>
    <w:rsid w:val="00BB6AEF"/>
    <w:rsid w:val="00BC5E2A"/>
    <w:rsid w:val="00BD08AF"/>
    <w:rsid w:val="00BD52D2"/>
    <w:rsid w:val="00BE00EE"/>
    <w:rsid w:val="00BE1A80"/>
    <w:rsid w:val="00BE59B0"/>
    <w:rsid w:val="00C13E98"/>
    <w:rsid w:val="00C166EA"/>
    <w:rsid w:val="00C2518A"/>
    <w:rsid w:val="00C277E2"/>
    <w:rsid w:val="00C2791B"/>
    <w:rsid w:val="00C3185C"/>
    <w:rsid w:val="00C45926"/>
    <w:rsid w:val="00C46434"/>
    <w:rsid w:val="00C46B53"/>
    <w:rsid w:val="00C529D1"/>
    <w:rsid w:val="00C772A5"/>
    <w:rsid w:val="00C85980"/>
    <w:rsid w:val="00C874CA"/>
    <w:rsid w:val="00C94028"/>
    <w:rsid w:val="00CA4B70"/>
    <w:rsid w:val="00CA52DD"/>
    <w:rsid w:val="00CA6956"/>
    <w:rsid w:val="00CB31CD"/>
    <w:rsid w:val="00CB3DEF"/>
    <w:rsid w:val="00CD38C2"/>
    <w:rsid w:val="00CD5DA1"/>
    <w:rsid w:val="00CE4787"/>
    <w:rsid w:val="00CF04BB"/>
    <w:rsid w:val="00D13B21"/>
    <w:rsid w:val="00D153F4"/>
    <w:rsid w:val="00D17ED8"/>
    <w:rsid w:val="00D2353A"/>
    <w:rsid w:val="00D3459B"/>
    <w:rsid w:val="00D4493E"/>
    <w:rsid w:val="00D44BF2"/>
    <w:rsid w:val="00D47C40"/>
    <w:rsid w:val="00D513F6"/>
    <w:rsid w:val="00D51B59"/>
    <w:rsid w:val="00D72051"/>
    <w:rsid w:val="00D7375A"/>
    <w:rsid w:val="00D74784"/>
    <w:rsid w:val="00D76270"/>
    <w:rsid w:val="00D76C53"/>
    <w:rsid w:val="00D77EB1"/>
    <w:rsid w:val="00D81746"/>
    <w:rsid w:val="00D87EE0"/>
    <w:rsid w:val="00D904D6"/>
    <w:rsid w:val="00D944EA"/>
    <w:rsid w:val="00DA61CB"/>
    <w:rsid w:val="00DB2110"/>
    <w:rsid w:val="00DB4D5C"/>
    <w:rsid w:val="00DD39A2"/>
    <w:rsid w:val="00DD3FA6"/>
    <w:rsid w:val="00DD4718"/>
    <w:rsid w:val="00DE0538"/>
    <w:rsid w:val="00DE2D6A"/>
    <w:rsid w:val="00DF2273"/>
    <w:rsid w:val="00DF4095"/>
    <w:rsid w:val="00DF712E"/>
    <w:rsid w:val="00E13BF4"/>
    <w:rsid w:val="00E20E67"/>
    <w:rsid w:val="00E21128"/>
    <w:rsid w:val="00E2537A"/>
    <w:rsid w:val="00E443EF"/>
    <w:rsid w:val="00E5058B"/>
    <w:rsid w:val="00E54E5F"/>
    <w:rsid w:val="00E5509D"/>
    <w:rsid w:val="00E55EC8"/>
    <w:rsid w:val="00E57A0C"/>
    <w:rsid w:val="00E659CD"/>
    <w:rsid w:val="00E7327B"/>
    <w:rsid w:val="00E74341"/>
    <w:rsid w:val="00E75581"/>
    <w:rsid w:val="00EB0314"/>
    <w:rsid w:val="00EB1DE2"/>
    <w:rsid w:val="00EB231E"/>
    <w:rsid w:val="00EB7794"/>
    <w:rsid w:val="00EB7DD4"/>
    <w:rsid w:val="00EC5B1F"/>
    <w:rsid w:val="00EC76DA"/>
    <w:rsid w:val="00EC7A23"/>
    <w:rsid w:val="00ED1924"/>
    <w:rsid w:val="00ED26A3"/>
    <w:rsid w:val="00ED45A6"/>
    <w:rsid w:val="00EE1DB6"/>
    <w:rsid w:val="00EE3B4F"/>
    <w:rsid w:val="00EE3EEC"/>
    <w:rsid w:val="00EE636C"/>
    <w:rsid w:val="00EF34C4"/>
    <w:rsid w:val="00EF3F19"/>
    <w:rsid w:val="00EF4C2C"/>
    <w:rsid w:val="00EF6BC4"/>
    <w:rsid w:val="00F0520F"/>
    <w:rsid w:val="00F05510"/>
    <w:rsid w:val="00F06A17"/>
    <w:rsid w:val="00F24ABD"/>
    <w:rsid w:val="00F2746E"/>
    <w:rsid w:val="00F331A8"/>
    <w:rsid w:val="00F34E9B"/>
    <w:rsid w:val="00F35C23"/>
    <w:rsid w:val="00F36946"/>
    <w:rsid w:val="00F51C7B"/>
    <w:rsid w:val="00F55CF7"/>
    <w:rsid w:val="00F56985"/>
    <w:rsid w:val="00F60C6D"/>
    <w:rsid w:val="00F75E06"/>
    <w:rsid w:val="00F81B5A"/>
    <w:rsid w:val="00F85710"/>
    <w:rsid w:val="00F860AB"/>
    <w:rsid w:val="00F86AA8"/>
    <w:rsid w:val="00F935D2"/>
    <w:rsid w:val="00F94B2F"/>
    <w:rsid w:val="00FA1612"/>
    <w:rsid w:val="00FB1AAF"/>
    <w:rsid w:val="00FB5980"/>
    <w:rsid w:val="00FC0288"/>
    <w:rsid w:val="00FC5963"/>
    <w:rsid w:val="00FC657C"/>
    <w:rsid w:val="00FC720D"/>
    <w:rsid w:val="00FD3464"/>
    <w:rsid w:val="00FD63D1"/>
    <w:rsid w:val="00FD786E"/>
    <w:rsid w:val="00FE26A6"/>
    <w:rsid w:val="00FE2C5D"/>
    <w:rsid w:val="00FE37D7"/>
    <w:rsid w:val="00FE4C7F"/>
    <w:rsid w:val="00FE54FC"/>
    <w:rsid w:val="00FF340B"/>
    <w:rsid w:val="00FF6B09"/>
    <w:rsid w:val="15F926E7"/>
    <w:rsid w:val="19DA6CD6"/>
    <w:rsid w:val="1B5D617E"/>
    <w:rsid w:val="22750C48"/>
    <w:rsid w:val="26B61974"/>
    <w:rsid w:val="2C5B6B27"/>
    <w:rsid w:val="2CF13CC4"/>
    <w:rsid w:val="30425FE1"/>
    <w:rsid w:val="38787B6A"/>
    <w:rsid w:val="3E1C497C"/>
    <w:rsid w:val="4E166EE9"/>
    <w:rsid w:val="53904A77"/>
    <w:rsid w:val="5AB521E8"/>
    <w:rsid w:val="5C740847"/>
    <w:rsid w:val="60F60B82"/>
    <w:rsid w:val="69315483"/>
    <w:rsid w:val="6B6055A8"/>
    <w:rsid w:val="7A222526"/>
    <w:rsid w:val="7AB308E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2F5F78CA"/>
  <w15:docId w15:val="{5D901E65-797E-429B-B1CC-F4FC45C6D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qFormat="1"/>
    <w:lsdException w:name="annotation reference" w:qFormat="1"/>
    <w:lsdException w:name="List" w:qFormat="1"/>
    <w:lsdException w:name="Title" w:qFormat="1"/>
    <w:lsdException w:name="Default Paragraph Font" w:semiHidden="1" w:uiPriority="1" w:unhideWhenUsed="1"/>
    <w:lsdException w:name="Body Text"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pPr>
      <w:spacing w:after="160" w:line="259" w:lineRule="auto"/>
    </w:pPr>
    <w:rPr>
      <w:rFonts w:eastAsia="Times New Roman"/>
      <w:color w:val="00000A"/>
      <w:sz w:val="24"/>
      <w:szCs w:val="24"/>
      <w:lang w:eastAsia="zh-CN"/>
    </w:rPr>
  </w:style>
  <w:style w:type="paragraph" w:styleId="Antrat1">
    <w:name w:val="heading 1"/>
    <w:basedOn w:val="prastasis"/>
    <w:next w:val="prastasis"/>
    <w:qFormat/>
    <w:pPr>
      <w:keepNext/>
      <w:numPr>
        <w:numId w:val="1"/>
      </w:numPr>
      <w:ind w:firstLine="720"/>
      <w:outlineLvl w:val="0"/>
    </w:pPr>
    <w:rPr>
      <w:b/>
      <w:bCs/>
    </w:rPr>
  </w:style>
  <w:style w:type="paragraph" w:styleId="Antrat2">
    <w:name w:val="heading 2"/>
    <w:basedOn w:val="prastasis"/>
    <w:next w:val="prastasis"/>
    <w:qFormat/>
    <w:pPr>
      <w:keepNext/>
      <w:numPr>
        <w:ilvl w:val="1"/>
        <w:numId w:val="1"/>
      </w:numPr>
      <w:outlineLvl w:val="1"/>
    </w:pPr>
    <w:rPr>
      <w:b/>
      <w:bCs/>
    </w:rPr>
  </w:style>
  <w:style w:type="paragraph" w:styleId="Antrat3">
    <w:name w:val="heading 3"/>
    <w:basedOn w:val="prastasis"/>
    <w:next w:val="prastasis"/>
    <w:qFormat/>
    <w:pPr>
      <w:keepNext/>
      <w:numPr>
        <w:ilvl w:val="2"/>
        <w:numId w:val="1"/>
      </w:numPr>
      <w:ind w:left="1440"/>
      <w:jc w:val="center"/>
      <w:outlineLvl w:val="2"/>
    </w:pPr>
    <w:rPr>
      <w:b/>
      <w:bCs/>
    </w:rPr>
  </w:style>
  <w:style w:type="paragraph" w:styleId="Antrat4">
    <w:name w:val="heading 4"/>
    <w:basedOn w:val="prastasis"/>
    <w:next w:val="prastasis"/>
    <w:qFormat/>
    <w:pPr>
      <w:keepNext/>
      <w:numPr>
        <w:ilvl w:val="3"/>
        <w:numId w:val="1"/>
      </w:numPr>
      <w:jc w:val="center"/>
      <w:outlineLvl w:val="3"/>
    </w:pPr>
    <w:rPr>
      <w:b/>
      <w:bCs/>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qFormat/>
    <w:pPr>
      <w:spacing w:after="0" w:line="240" w:lineRule="auto"/>
    </w:pPr>
    <w:rPr>
      <w:rFonts w:ascii="Segoe UI" w:hAnsi="Segoe UI" w:cs="Segoe UI"/>
      <w:sz w:val="18"/>
      <w:szCs w:val="18"/>
    </w:rPr>
  </w:style>
  <w:style w:type="paragraph" w:styleId="Pagrindinistekstas">
    <w:name w:val="Body Text"/>
    <w:basedOn w:val="prastasis"/>
    <w:link w:val="PagrindinistekstasDiagrama"/>
    <w:qFormat/>
    <w:pPr>
      <w:jc w:val="both"/>
    </w:pPr>
  </w:style>
  <w:style w:type="paragraph" w:styleId="Antrat">
    <w:name w:val="caption"/>
    <w:basedOn w:val="prastasis"/>
    <w:next w:val="prastasis"/>
    <w:qFormat/>
    <w:pPr>
      <w:suppressLineNumbers/>
      <w:spacing w:before="120" w:after="120"/>
    </w:pPr>
    <w:rPr>
      <w:rFonts w:cs="Arial"/>
      <w:i/>
      <w:iCs/>
    </w:rPr>
  </w:style>
  <w:style w:type="paragraph" w:styleId="Komentarotekstas">
    <w:name w:val="annotation text"/>
    <w:basedOn w:val="prastasis"/>
    <w:link w:val="KomentarotekstasDiagrama"/>
    <w:qFormat/>
    <w:pPr>
      <w:spacing w:line="240" w:lineRule="auto"/>
    </w:pPr>
    <w:rPr>
      <w:sz w:val="20"/>
      <w:szCs w:val="20"/>
    </w:rPr>
  </w:style>
  <w:style w:type="paragraph" w:styleId="Komentarotema">
    <w:name w:val="annotation subject"/>
    <w:basedOn w:val="Komentarotekstas"/>
    <w:next w:val="Komentarotekstas"/>
    <w:link w:val="KomentarotemaDiagrama"/>
    <w:qFormat/>
    <w:rPr>
      <w:b/>
      <w:bCs/>
    </w:rPr>
  </w:style>
  <w:style w:type="paragraph" w:styleId="Porat">
    <w:name w:val="footer"/>
    <w:basedOn w:val="prastasis"/>
    <w:qFormat/>
    <w:pPr>
      <w:tabs>
        <w:tab w:val="center" w:pos="4819"/>
        <w:tab w:val="right" w:pos="9638"/>
      </w:tabs>
    </w:pPr>
  </w:style>
  <w:style w:type="paragraph" w:styleId="Antrats">
    <w:name w:val="header"/>
    <w:basedOn w:val="prastasis"/>
    <w:qFormat/>
    <w:pPr>
      <w:tabs>
        <w:tab w:val="center" w:pos="4986"/>
        <w:tab w:val="right" w:pos="9972"/>
      </w:tabs>
    </w:pPr>
  </w:style>
  <w:style w:type="paragraph" w:styleId="Sraas">
    <w:name w:val="List"/>
    <w:basedOn w:val="Pagrindinistekstas"/>
    <w:qFormat/>
    <w:rPr>
      <w:rFonts w:cs="Arial"/>
    </w:rPr>
  </w:style>
  <w:style w:type="paragraph" w:styleId="prastasiniatinklio">
    <w:name w:val="Normal (Web)"/>
    <w:pPr>
      <w:spacing w:beforeAutospacing="1" w:afterAutospacing="1"/>
    </w:pPr>
    <w:rPr>
      <w:sz w:val="24"/>
      <w:szCs w:val="24"/>
      <w:lang w:val="en-US" w:eastAsia="zh-CN"/>
    </w:rPr>
  </w:style>
  <w:style w:type="character" w:styleId="Komentaronuoroda">
    <w:name w:val="annotation reference"/>
    <w:qFormat/>
    <w:rPr>
      <w:sz w:val="16"/>
      <w:szCs w:val="16"/>
    </w:rPr>
  </w:style>
  <w:style w:type="character" w:styleId="Hipersaitas">
    <w:name w:val="Hyperlink"/>
    <w:uiPriority w:val="99"/>
    <w:unhideWhenUsed/>
    <w:qFormat/>
    <w:rPr>
      <w:color w:val="0000FF"/>
      <w:u w:val="single"/>
    </w:rPr>
  </w:style>
  <w:style w:type="character" w:styleId="Grietas">
    <w:name w:val="Strong"/>
    <w:qFormat/>
    <w:rPr>
      <w:b/>
      <w:bCs/>
    </w:rPr>
  </w:style>
  <w:style w:type="character" w:customStyle="1" w:styleId="Numatytasispastraiposriftas1">
    <w:name w:val="Numatytasis pastraipos šriftas1"/>
    <w:qFormat/>
  </w:style>
  <w:style w:type="character" w:customStyle="1" w:styleId="DiagramaDiagrama8">
    <w:name w:val="Diagrama Diagrama8"/>
    <w:qFormat/>
    <w:rPr>
      <w:b/>
      <w:bCs/>
      <w:sz w:val="24"/>
      <w:szCs w:val="24"/>
      <w:lang w:val="lt-LT" w:bidi="ar-SA"/>
    </w:rPr>
  </w:style>
  <w:style w:type="character" w:customStyle="1" w:styleId="DiagramaDiagrama7">
    <w:name w:val="Diagrama Diagrama7"/>
    <w:qFormat/>
    <w:rPr>
      <w:b/>
      <w:bCs/>
      <w:sz w:val="24"/>
      <w:szCs w:val="24"/>
      <w:lang w:val="lt-LT" w:bidi="ar-SA"/>
    </w:rPr>
  </w:style>
  <w:style w:type="character" w:customStyle="1" w:styleId="DiagramaDiagrama6">
    <w:name w:val="Diagrama Diagrama6"/>
    <w:qFormat/>
    <w:rPr>
      <w:b/>
      <w:bCs/>
      <w:sz w:val="24"/>
      <w:szCs w:val="24"/>
      <w:lang w:val="lt-LT" w:bidi="ar-SA"/>
    </w:rPr>
  </w:style>
  <w:style w:type="character" w:customStyle="1" w:styleId="DiagramaDiagrama5">
    <w:name w:val="Diagrama Diagrama5"/>
    <w:qFormat/>
    <w:rPr>
      <w:b/>
      <w:bCs/>
      <w:sz w:val="24"/>
      <w:szCs w:val="24"/>
      <w:lang w:val="lt-LT" w:bidi="ar-SA"/>
    </w:rPr>
  </w:style>
  <w:style w:type="character" w:customStyle="1" w:styleId="DiagramaDiagrama4">
    <w:name w:val="Diagrama Diagrama4"/>
    <w:qFormat/>
    <w:rPr>
      <w:sz w:val="24"/>
      <w:szCs w:val="24"/>
      <w:lang w:val="lt-LT" w:bidi="ar-SA"/>
    </w:rPr>
  </w:style>
  <w:style w:type="character" w:customStyle="1" w:styleId="DiagramaDiagrama3">
    <w:name w:val="Diagrama Diagrama3"/>
    <w:qFormat/>
    <w:rPr>
      <w:sz w:val="24"/>
      <w:szCs w:val="24"/>
      <w:lang w:val="lt-LT" w:bidi="ar-SA"/>
    </w:rPr>
  </w:style>
  <w:style w:type="character" w:customStyle="1" w:styleId="DiagramaDiagrama2">
    <w:name w:val="Diagrama Diagrama2"/>
    <w:qFormat/>
    <w:rPr>
      <w:sz w:val="24"/>
      <w:szCs w:val="24"/>
      <w:lang w:val="lt-LT" w:bidi="ar-SA"/>
    </w:rPr>
  </w:style>
  <w:style w:type="character" w:customStyle="1" w:styleId="DiagramaDiagrama1">
    <w:name w:val="Diagrama Diagrama1"/>
    <w:qFormat/>
    <w:rPr>
      <w:sz w:val="24"/>
      <w:szCs w:val="24"/>
      <w:lang w:val="lt-LT" w:bidi="ar-SA"/>
    </w:rPr>
  </w:style>
  <w:style w:type="character" w:customStyle="1" w:styleId="DiagramaDiagrama">
    <w:name w:val="Diagrama Diagrama"/>
    <w:qFormat/>
    <w:rPr>
      <w:rFonts w:ascii="Tahoma" w:hAnsi="Tahoma" w:cs="Tahoma"/>
      <w:sz w:val="16"/>
      <w:szCs w:val="16"/>
      <w:lang w:val="lt-LT" w:bidi="ar-SA"/>
    </w:rPr>
  </w:style>
  <w:style w:type="character" w:customStyle="1" w:styleId="Puslapionumeris1">
    <w:name w:val="Puslapio numeris1"/>
    <w:basedOn w:val="Numatytasispastraiposriftas1"/>
    <w:qFormat/>
  </w:style>
  <w:style w:type="paragraph" w:customStyle="1" w:styleId="Antrat10">
    <w:name w:val="Antraštė1"/>
    <w:basedOn w:val="prastasis"/>
    <w:next w:val="Pagrindinistekstas"/>
    <w:qFormat/>
    <w:pPr>
      <w:keepNext/>
      <w:spacing w:before="240" w:after="120"/>
    </w:pPr>
    <w:rPr>
      <w:rFonts w:ascii="Liberation Sans" w:eastAsia="Microsoft YaHei" w:hAnsi="Liberation Sans" w:cs="Arial"/>
      <w:sz w:val="28"/>
      <w:szCs w:val="28"/>
    </w:rPr>
  </w:style>
  <w:style w:type="paragraph" w:customStyle="1" w:styleId="Rodykl">
    <w:name w:val="Rodyklė"/>
    <w:basedOn w:val="prastasis"/>
    <w:qFormat/>
    <w:pPr>
      <w:suppressLineNumbers/>
    </w:pPr>
    <w:rPr>
      <w:rFonts w:cs="Arial"/>
    </w:rPr>
  </w:style>
  <w:style w:type="paragraph" w:customStyle="1" w:styleId="Pagrindiniotekstotrauka21">
    <w:name w:val="Pagrindinio teksto įtrauka 21"/>
    <w:basedOn w:val="prastasis"/>
    <w:qFormat/>
    <w:pPr>
      <w:ind w:firstLine="720"/>
      <w:jc w:val="both"/>
    </w:pPr>
  </w:style>
  <w:style w:type="paragraph" w:customStyle="1" w:styleId="Debesliotekstas1">
    <w:name w:val="Debesėlio tekstas1"/>
    <w:basedOn w:val="prastasis"/>
    <w:qFormat/>
    <w:rPr>
      <w:rFonts w:ascii="Tahoma" w:hAnsi="Tahoma" w:cs="Tahoma"/>
      <w:sz w:val="16"/>
      <w:szCs w:val="16"/>
    </w:rPr>
  </w:style>
  <w:style w:type="paragraph" w:customStyle="1" w:styleId="tajtip">
    <w:name w:val="tajtip"/>
    <w:basedOn w:val="prastasis"/>
    <w:qFormat/>
    <w:pPr>
      <w:spacing w:before="280" w:after="280"/>
    </w:pPr>
  </w:style>
  <w:style w:type="paragraph" w:customStyle="1" w:styleId="Kadroturinys">
    <w:name w:val="Kadro turinys"/>
    <w:basedOn w:val="prastasis"/>
    <w:qFormat/>
  </w:style>
  <w:style w:type="character" w:customStyle="1" w:styleId="KomentarotekstasDiagrama">
    <w:name w:val="Komentaro tekstas Diagrama"/>
    <w:link w:val="Komentarotekstas"/>
    <w:qFormat/>
    <w:rPr>
      <w:rFonts w:ascii="Times New Roman" w:eastAsia="Times New Roman" w:hAnsi="Times New Roman" w:cs="Times New Roman"/>
      <w:color w:val="00000A"/>
      <w:lang w:eastAsia="zh-CN"/>
    </w:rPr>
  </w:style>
  <w:style w:type="character" w:customStyle="1" w:styleId="DebesliotekstasDiagrama">
    <w:name w:val="Debesėlio tekstas Diagrama"/>
    <w:link w:val="Debesliotekstas"/>
    <w:qFormat/>
    <w:rPr>
      <w:rFonts w:ascii="Segoe UI" w:eastAsia="Times New Roman" w:hAnsi="Segoe UI" w:cs="Segoe UI"/>
      <w:color w:val="00000A"/>
      <w:sz w:val="18"/>
      <w:szCs w:val="18"/>
      <w:lang w:eastAsia="zh-CN"/>
    </w:rPr>
  </w:style>
  <w:style w:type="paragraph" w:styleId="Sraopastraipa">
    <w:name w:val="List Paragraph"/>
    <w:basedOn w:val="prastasis"/>
    <w:uiPriority w:val="99"/>
    <w:qFormat/>
    <w:pPr>
      <w:ind w:left="720"/>
      <w:contextualSpacing/>
    </w:pPr>
  </w:style>
  <w:style w:type="character" w:customStyle="1" w:styleId="normal-h">
    <w:name w:val="normal-h"/>
    <w:basedOn w:val="Numatytasispastraiposriftas"/>
    <w:qFormat/>
  </w:style>
  <w:style w:type="character" w:customStyle="1" w:styleId="KomentarotemaDiagrama">
    <w:name w:val="Komentaro tema Diagrama"/>
    <w:link w:val="Komentarotema"/>
    <w:qFormat/>
    <w:rPr>
      <w:rFonts w:ascii="Times New Roman" w:eastAsia="Times New Roman" w:hAnsi="Times New Roman" w:cs="Times New Roman"/>
      <w:b/>
      <w:bCs/>
      <w:color w:val="00000A"/>
      <w:lang w:eastAsia="zh-CN"/>
    </w:rPr>
  </w:style>
  <w:style w:type="paragraph" w:customStyle="1" w:styleId="normal-p">
    <w:name w:val="normal-p"/>
    <w:basedOn w:val="prastasis"/>
    <w:qFormat/>
    <w:pPr>
      <w:spacing w:before="100" w:beforeAutospacing="1" w:after="100" w:afterAutospacing="1" w:line="240" w:lineRule="auto"/>
    </w:pPr>
    <w:rPr>
      <w:color w:val="auto"/>
      <w:lang w:eastAsia="lt-LT"/>
    </w:rPr>
  </w:style>
  <w:style w:type="character" w:customStyle="1" w:styleId="Neapdorotaspaminjimas1">
    <w:name w:val="Neapdorotas paminėjimas1"/>
    <w:uiPriority w:val="99"/>
    <w:semiHidden/>
    <w:unhideWhenUsed/>
    <w:qFormat/>
    <w:rPr>
      <w:color w:val="605E5C"/>
      <w:shd w:val="clear" w:color="auto" w:fill="E1DFDD"/>
    </w:rPr>
  </w:style>
  <w:style w:type="character" w:customStyle="1" w:styleId="PagrindinistekstasDiagrama">
    <w:name w:val="Pagrindinis tekstas Diagrama"/>
    <w:link w:val="Pagrindinistekstas"/>
    <w:qFormat/>
    <w:rPr>
      <w:rFonts w:ascii="Times New Roman" w:eastAsia="Times New Roman" w:hAnsi="Times New Roman" w:cs="Times New Roman"/>
      <w:color w:val="00000A"/>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4183512">
      <w:bodyDiv w:val="1"/>
      <w:marLeft w:val="0"/>
      <w:marRight w:val="0"/>
      <w:marTop w:val="0"/>
      <w:marBottom w:val="0"/>
      <w:divBdr>
        <w:top w:val="none" w:sz="0" w:space="0" w:color="auto"/>
        <w:left w:val="none" w:sz="0" w:space="0" w:color="auto"/>
        <w:bottom w:val="none" w:sz="0" w:space="0" w:color="auto"/>
        <w:right w:val="none" w:sz="0" w:space="0" w:color="auto"/>
      </w:divBdr>
    </w:div>
    <w:div w:id="586425496">
      <w:bodyDiv w:val="1"/>
      <w:marLeft w:val="0"/>
      <w:marRight w:val="0"/>
      <w:marTop w:val="0"/>
      <w:marBottom w:val="0"/>
      <w:divBdr>
        <w:top w:val="none" w:sz="0" w:space="0" w:color="auto"/>
        <w:left w:val="none" w:sz="0" w:space="0" w:color="auto"/>
        <w:bottom w:val="none" w:sz="0" w:space="0" w:color="auto"/>
        <w:right w:val="none" w:sz="0" w:space="0" w:color="auto"/>
      </w:divBdr>
    </w:div>
    <w:div w:id="929771423">
      <w:bodyDiv w:val="1"/>
      <w:marLeft w:val="0"/>
      <w:marRight w:val="0"/>
      <w:marTop w:val="0"/>
      <w:marBottom w:val="0"/>
      <w:divBdr>
        <w:top w:val="none" w:sz="0" w:space="0" w:color="auto"/>
        <w:left w:val="none" w:sz="0" w:space="0" w:color="auto"/>
        <w:bottom w:val="none" w:sz="0" w:space="0" w:color="auto"/>
        <w:right w:val="none" w:sz="0" w:space="0" w:color="auto"/>
      </w:divBdr>
    </w:div>
    <w:div w:id="1022246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nfolex\IXIrankiaiUniversal\adm_vid\Tmp\1afd0d99b9ba4b7daa59746d0f10b8ed.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D08B753-CB27-42BA-BD05-1F9A52F75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1afd0d99b9ba4b7daa59746d0f10b8ed</Template>
  <TotalTime>0</TotalTime>
  <Pages>5</Pages>
  <Words>10984</Words>
  <Characters>6262</Characters>
  <Application>Microsoft Office Word</Application>
  <DocSecurity>4</DocSecurity>
  <Lines>52</Lines>
  <Paragraphs>34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VIETOS GYVENTOJŲ APKLAUSOS ORGANIZAVIMO TVARKOS APRAŠO PATVIRTINIMO (1 PRIEDAS)</vt:lpstr>
      <vt:lpstr>DĖL SKUODO RAJONO SAVIVALDYBĖS VIETOS GYVENTOJŲ APKLAUSOS ORGANIZAVIMO TVARKOS APRAŠO PATVIRTINIMO (1 PRIEDAS)</vt:lpstr>
    </vt:vector>
  </TitlesOfParts>
  <Manager>2021-01-28</Manager>
  <Company/>
  <LinksUpToDate>false</LinksUpToDate>
  <CharactersWithSpaces>17212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VIETOS GYVENTOJŲ APKLAUSOS ORGANIZAVIMO TVARKOS APRAŠO PATVIRTINIMO (1 PRIEDAS)</dc:title>
  <dc:subject>T9-6</dc:subject>
  <dc:creator>SKUODO RAJONO SAVIVALDYBĖS TARYBA</dc:creator>
  <cp:keywords/>
  <cp:lastModifiedBy>Sadauskienė, Dalia</cp:lastModifiedBy>
  <cp:revision>2</cp:revision>
  <cp:lastPrinted>2020-12-08T14:13:00Z</cp:lastPrinted>
  <dcterms:created xsi:type="dcterms:W3CDTF">2025-03-17T13:12:00Z</dcterms:created>
  <dcterms:modified xsi:type="dcterms:W3CDTF">2025-03-17T13:12:00Z</dcterms:modified>
  <cp:category>PRIEDAS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2057-11.2.0.9747</vt:lpwstr>
  </property>
</Properties>
</file>